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68" w:rsidRPr="00133D48" w:rsidRDefault="00C00E68" w:rsidP="00524BCA">
      <w:pPr>
        <w:tabs>
          <w:tab w:val="left" w:pos="0"/>
        </w:tabs>
        <w:ind w:left="3544"/>
        <w:jc w:val="center"/>
        <w:rPr>
          <w:color w:val="000000"/>
          <w:sz w:val="28"/>
          <w:szCs w:val="28"/>
        </w:rPr>
      </w:pPr>
      <w:r w:rsidRPr="00133D48">
        <w:rPr>
          <w:color w:val="000000"/>
          <w:sz w:val="28"/>
          <w:szCs w:val="28"/>
          <w:lang w:eastAsia="ru-RU"/>
        </w:rPr>
        <w:t>Приложение № 1</w:t>
      </w:r>
      <w:r w:rsidRPr="00133D48">
        <w:rPr>
          <w:color w:val="000000"/>
          <w:sz w:val="28"/>
          <w:szCs w:val="28"/>
          <w:lang w:eastAsia="ru-RU"/>
        </w:rPr>
        <w:br/>
        <w:t>к постановлению региональной энергетической комиссии Кемеровской области</w:t>
      </w:r>
      <w:r w:rsidRPr="00133D48">
        <w:rPr>
          <w:color w:val="000000"/>
          <w:sz w:val="28"/>
          <w:szCs w:val="28"/>
          <w:lang w:eastAsia="ru-RU"/>
        </w:rPr>
        <w:br/>
        <w:t>от</w:t>
      </w:r>
      <w:r>
        <w:rPr>
          <w:color w:val="000000"/>
          <w:sz w:val="28"/>
          <w:szCs w:val="28"/>
          <w:lang w:eastAsia="ru-RU"/>
        </w:rPr>
        <w:t>«3»дека</w:t>
      </w:r>
      <w:r w:rsidRPr="00133D48">
        <w:rPr>
          <w:color w:val="000000"/>
          <w:sz w:val="28"/>
          <w:szCs w:val="28"/>
          <w:lang w:eastAsia="ru-RU"/>
        </w:rPr>
        <w:t>бря 2015 г. №</w:t>
      </w:r>
      <w:r>
        <w:rPr>
          <w:color w:val="000000"/>
          <w:sz w:val="28"/>
          <w:szCs w:val="28"/>
          <w:lang w:eastAsia="ru-RU"/>
        </w:rPr>
        <w:t xml:space="preserve"> 742</w:t>
      </w:r>
    </w:p>
    <w:p w:rsidR="00C00E68" w:rsidRPr="00133D48" w:rsidRDefault="00C00E68" w:rsidP="00524BCA">
      <w:pPr>
        <w:tabs>
          <w:tab w:val="left" w:pos="0"/>
          <w:tab w:val="left" w:pos="3052"/>
        </w:tabs>
        <w:ind w:left="3544"/>
        <w:rPr>
          <w:color w:val="000000"/>
        </w:rPr>
      </w:pPr>
      <w:r w:rsidRPr="00133D48">
        <w:rPr>
          <w:color w:val="000000"/>
        </w:rPr>
        <w:tab/>
      </w:r>
    </w:p>
    <w:p w:rsidR="00C00E68" w:rsidRPr="00133D48" w:rsidRDefault="00C00E68" w:rsidP="00524BCA">
      <w:pPr>
        <w:tabs>
          <w:tab w:val="left" w:pos="3052"/>
        </w:tabs>
        <w:rPr>
          <w:color w:val="000000"/>
        </w:rPr>
      </w:pPr>
    </w:p>
    <w:p w:rsidR="00C00E68" w:rsidRPr="00133D48" w:rsidRDefault="00C00E68" w:rsidP="00524BCA">
      <w:pPr>
        <w:tabs>
          <w:tab w:val="left" w:pos="3052"/>
        </w:tabs>
        <w:jc w:val="center"/>
        <w:rPr>
          <w:b/>
          <w:bCs/>
          <w:color w:val="000000"/>
          <w:sz w:val="28"/>
          <w:szCs w:val="28"/>
          <w:lang w:eastAsia="ru-RU"/>
        </w:rPr>
      </w:pPr>
      <w:r w:rsidRPr="00133D48">
        <w:rPr>
          <w:b/>
          <w:bCs/>
          <w:color w:val="000000"/>
          <w:sz w:val="28"/>
          <w:szCs w:val="28"/>
          <w:lang w:eastAsia="ru-RU"/>
        </w:rPr>
        <w:t xml:space="preserve">Производственная программа </w:t>
      </w:r>
    </w:p>
    <w:p w:rsidR="00C00E68" w:rsidRPr="00133D48" w:rsidRDefault="00C00E68" w:rsidP="00524BCA">
      <w:pPr>
        <w:tabs>
          <w:tab w:val="left" w:pos="3052"/>
        </w:tabs>
        <w:jc w:val="center"/>
        <w:rPr>
          <w:b/>
          <w:bCs/>
          <w:color w:val="000000"/>
          <w:sz w:val="28"/>
          <w:szCs w:val="28"/>
        </w:rPr>
      </w:pPr>
      <w:r w:rsidRPr="00133D48">
        <w:rPr>
          <w:b/>
          <w:bCs/>
          <w:color w:val="000000"/>
          <w:sz w:val="28"/>
          <w:szCs w:val="28"/>
        </w:rPr>
        <w:t>ООО «ЮРГА ВОДТРАНС» (г. Юрга)</w:t>
      </w:r>
    </w:p>
    <w:p w:rsidR="00C00E68" w:rsidRPr="00133D48" w:rsidRDefault="00C00E68" w:rsidP="00524BCA">
      <w:pPr>
        <w:tabs>
          <w:tab w:val="left" w:pos="3052"/>
        </w:tabs>
        <w:jc w:val="center"/>
        <w:rPr>
          <w:b/>
          <w:bCs/>
          <w:color w:val="000000"/>
          <w:sz w:val="28"/>
          <w:szCs w:val="28"/>
          <w:lang w:eastAsia="ru-RU"/>
        </w:rPr>
      </w:pPr>
      <w:r w:rsidRPr="00133D48">
        <w:rPr>
          <w:b/>
          <w:bCs/>
          <w:color w:val="000000"/>
          <w:sz w:val="28"/>
          <w:szCs w:val="28"/>
          <w:lang w:eastAsia="ru-RU"/>
        </w:rPr>
        <w:t xml:space="preserve">в сфере холодного водоснабжения, водоотведения </w:t>
      </w:r>
    </w:p>
    <w:p w:rsidR="00C00E68" w:rsidRPr="00133D48" w:rsidRDefault="00C00E68" w:rsidP="00524BCA">
      <w:pPr>
        <w:tabs>
          <w:tab w:val="left" w:pos="3052"/>
        </w:tabs>
        <w:jc w:val="center"/>
        <w:rPr>
          <w:b/>
          <w:bCs/>
          <w:color w:val="000000"/>
        </w:rPr>
      </w:pPr>
      <w:r w:rsidRPr="00133D48">
        <w:rPr>
          <w:b/>
          <w:bCs/>
          <w:color w:val="000000"/>
          <w:sz w:val="28"/>
          <w:szCs w:val="28"/>
          <w:lang w:eastAsia="ru-RU"/>
        </w:rPr>
        <w:t>на период с 01.01.2016 по 31.12.2018</w:t>
      </w:r>
    </w:p>
    <w:p w:rsidR="00C00E68" w:rsidRPr="00133D48" w:rsidRDefault="00C00E68" w:rsidP="00524BCA">
      <w:pPr>
        <w:rPr>
          <w:b/>
          <w:bCs/>
          <w:color w:val="000000"/>
        </w:rPr>
      </w:pPr>
    </w:p>
    <w:p w:rsidR="00C00E68" w:rsidRPr="00133D48" w:rsidRDefault="00C00E68" w:rsidP="00524BCA">
      <w:pPr>
        <w:rPr>
          <w:color w:val="000000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  <w:r w:rsidRPr="00133D48">
        <w:rPr>
          <w:color w:val="000000"/>
          <w:sz w:val="28"/>
          <w:szCs w:val="28"/>
          <w:lang w:eastAsia="ru-RU"/>
        </w:rPr>
        <w:t>Раздел 1. Паспорт производственной программы</w:t>
      </w: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tbl>
      <w:tblPr>
        <w:tblW w:w="102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3"/>
        <w:gridCol w:w="5104"/>
      </w:tblGrid>
      <w:tr w:rsidR="00C00E68" w:rsidRPr="00133D48">
        <w:trPr>
          <w:trHeight w:val="1221"/>
        </w:trPr>
        <w:tc>
          <w:tcPr>
            <w:tcW w:w="5103" w:type="dxa"/>
            <w:vAlign w:val="center"/>
          </w:tcPr>
          <w:p w:rsidR="00C00E68" w:rsidRPr="00622DE5" w:rsidRDefault="00C00E68" w:rsidP="00C903B3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организации</w:t>
            </w:r>
          </w:p>
        </w:tc>
        <w:tc>
          <w:tcPr>
            <w:tcW w:w="510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 xml:space="preserve">Общество с ограниченной ответственностью </w:t>
            </w:r>
          </w:p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«ЮРГА ВОДТРАНС»</w:t>
            </w:r>
          </w:p>
        </w:tc>
      </w:tr>
      <w:tr w:rsidR="00C00E68" w:rsidRPr="00133D48">
        <w:trPr>
          <w:trHeight w:val="1109"/>
        </w:trPr>
        <w:tc>
          <w:tcPr>
            <w:tcW w:w="5103" w:type="dxa"/>
            <w:vAlign w:val="center"/>
          </w:tcPr>
          <w:p w:rsidR="00C00E68" w:rsidRPr="00622DE5" w:rsidRDefault="00C00E68" w:rsidP="00C903B3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Юридический адрес, почтовый адрес</w:t>
            </w:r>
          </w:p>
        </w:tc>
        <w:tc>
          <w:tcPr>
            <w:tcW w:w="510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652050, Кемеровская область, г. Юрга, ул. Шоссейная, 14а</w:t>
            </w:r>
          </w:p>
        </w:tc>
      </w:tr>
      <w:tr w:rsidR="00C00E68" w:rsidRPr="00133D48">
        <w:tc>
          <w:tcPr>
            <w:tcW w:w="5103" w:type="dxa"/>
            <w:vAlign w:val="center"/>
          </w:tcPr>
          <w:p w:rsidR="00C00E68" w:rsidRPr="00622DE5" w:rsidRDefault="00C00E68" w:rsidP="00C903B3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уполномоченного органа, утвердившего производственную программу</w:t>
            </w:r>
          </w:p>
        </w:tc>
        <w:tc>
          <w:tcPr>
            <w:tcW w:w="510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региональная энергетическая комиссия Кемеровской области</w:t>
            </w:r>
          </w:p>
        </w:tc>
      </w:tr>
      <w:tr w:rsidR="00C00E68" w:rsidRPr="00133D48">
        <w:tc>
          <w:tcPr>
            <w:tcW w:w="5103" w:type="dxa"/>
            <w:vAlign w:val="center"/>
          </w:tcPr>
          <w:p w:rsidR="00C00E68" w:rsidRPr="00622DE5" w:rsidRDefault="00C00E68" w:rsidP="00C903B3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Юридический адрес, почтовый адрес уполномоченного органа, утвердившего программу</w:t>
            </w:r>
          </w:p>
        </w:tc>
        <w:tc>
          <w:tcPr>
            <w:tcW w:w="510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650000, г. Кемерово, ул. Н. Островского, д. 32</w:t>
            </w:r>
          </w:p>
        </w:tc>
      </w:tr>
    </w:tbl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  <w:r w:rsidRPr="00133D48">
        <w:rPr>
          <w:color w:val="000000"/>
          <w:sz w:val="28"/>
          <w:szCs w:val="28"/>
          <w:lang w:eastAsia="ru-RU"/>
        </w:rPr>
        <w:t xml:space="preserve">Раздел 2. Перечень плановых мероприятий по ремонту объектов централизованных систем холодного водоснабжения и (или) водоотведения </w:t>
      </w: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tbl>
      <w:tblPr>
        <w:tblW w:w="102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34"/>
        <w:gridCol w:w="992"/>
        <w:gridCol w:w="1451"/>
        <w:gridCol w:w="2446"/>
        <w:gridCol w:w="1134"/>
        <w:gridCol w:w="850"/>
      </w:tblGrid>
      <w:tr w:rsidR="00C00E68" w:rsidRPr="00133D48">
        <w:trPr>
          <w:trHeight w:val="706"/>
        </w:trPr>
        <w:tc>
          <w:tcPr>
            <w:tcW w:w="3334" w:type="dxa"/>
            <w:vMerge w:val="restart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Срок реали-зации</w:t>
            </w:r>
          </w:p>
        </w:tc>
        <w:tc>
          <w:tcPr>
            <w:tcW w:w="1451" w:type="dxa"/>
            <w:vMerge w:val="restart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Финан-совые потреб-ности, тыс. руб. (без НДС)</w:t>
            </w:r>
          </w:p>
        </w:tc>
        <w:tc>
          <w:tcPr>
            <w:tcW w:w="4430" w:type="dxa"/>
            <w:gridSpan w:val="3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Ожидаемый эффект</w:t>
            </w:r>
          </w:p>
        </w:tc>
      </w:tr>
      <w:tr w:rsidR="00C00E68" w:rsidRPr="00133D48">
        <w:trPr>
          <w:trHeight w:val="844"/>
        </w:trPr>
        <w:tc>
          <w:tcPr>
            <w:tcW w:w="3334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850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C00E68" w:rsidRPr="00133D48">
        <w:tc>
          <w:tcPr>
            <w:tcW w:w="10207" w:type="dxa"/>
            <w:gridSpan w:val="6"/>
          </w:tcPr>
          <w:p w:rsidR="00C00E68" w:rsidRPr="00622DE5" w:rsidRDefault="00C00E68" w:rsidP="00622DE5">
            <w:pPr>
              <w:numPr>
                <w:ilvl w:val="0"/>
                <w:numId w:val="19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Холодное водоснабжение питьевой водой</w:t>
            </w:r>
          </w:p>
        </w:tc>
      </w:tr>
      <w:tr w:rsidR="00C00E68" w:rsidRPr="00133D48">
        <w:tc>
          <w:tcPr>
            <w:tcW w:w="33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4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10207" w:type="dxa"/>
            <w:gridSpan w:val="6"/>
          </w:tcPr>
          <w:p w:rsidR="00C00E68" w:rsidRPr="00622DE5" w:rsidRDefault="00C00E68" w:rsidP="00622DE5">
            <w:pPr>
              <w:numPr>
                <w:ilvl w:val="0"/>
                <w:numId w:val="19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Холодное водоснабжение питьевой водой (подъем и водоподготовка)</w:t>
            </w:r>
          </w:p>
        </w:tc>
      </w:tr>
      <w:tr w:rsidR="00C00E68" w:rsidRPr="00133D48">
        <w:tc>
          <w:tcPr>
            <w:tcW w:w="33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4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10207" w:type="dxa"/>
            <w:gridSpan w:val="6"/>
          </w:tcPr>
          <w:p w:rsidR="00C00E68" w:rsidRPr="00622DE5" w:rsidRDefault="00C00E68" w:rsidP="00622DE5">
            <w:pPr>
              <w:numPr>
                <w:ilvl w:val="0"/>
                <w:numId w:val="19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 xml:space="preserve">Водоотведение </w:t>
            </w:r>
          </w:p>
        </w:tc>
      </w:tr>
      <w:tr w:rsidR="00C00E68" w:rsidRPr="00133D48">
        <w:tc>
          <w:tcPr>
            <w:tcW w:w="33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4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10207" w:type="dxa"/>
            <w:gridSpan w:val="6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19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Водоотведение (очистка сточных вод)</w:t>
            </w:r>
          </w:p>
        </w:tc>
      </w:tr>
      <w:tr w:rsidR="00C00E68" w:rsidRPr="00133D48">
        <w:tc>
          <w:tcPr>
            <w:tcW w:w="33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4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  <w:r w:rsidRPr="00133D48">
        <w:rPr>
          <w:color w:val="000000"/>
          <w:sz w:val="28"/>
          <w:szCs w:val="28"/>
          <w:lang w:eastAsia="ru-RU"/>
        </w:rPr>
        <w:t>Раздел 3. Перечень плановых мероприятий, направленных на улучшение качества питьевой воды и (или) качества очистки сточных вод</w:t>
      </w:r>
    </w:p>
    <w:p w:rsidR="00C00E68" w:rsidRPr="00133D48" w:rsidRDefault="00C00E68" w:rsidP="002F78DF">
      <w:pPr>
        <w:rPr>
          <w:color w:val="000000"/>
          <w:sz w:val="28"/>
          <w:szCs w:val="28"/>
          <w:lang w:eastAsia="ru-RU"/>
        </w:rPr>
      </w:pPr>
    </w:p>
    <w:tbl>
      <w:tblPr>
        <w:tblW w:w="103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6"/>
        <w:gridCol w:w="3334"/>
        <w:gridCol w:w="1105"/>
        <w:gridCol w:w="1451"/>
        <w:gridCol w:w="1983"/>
        <w:gridCol w:w="980"/>
        <w:gridCol w:w="831"/>
      </w:tblGrid>
      <w:tr w:rsidR="00C00E68" w:rsidRPr="00133D48">
        <w:trPr>
          <w:trHeight w:val="706"/>
        </w:trPr>
        <w:tc>
          <w:tcPr>
            <w:tcW w:w="636" w:type="dxa"/>
            <w:vMerge w:val="restart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34" w:type="dxa"/>
            <w:vMerge w:val="restart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105" w:type="dxa"/>
            <w:vMerge w:val="restart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Срок реали-зации</w:t>
            </w:r>
          </w:p>
        </w:tc>
        <w:tc>
          <w:tcPr>
            <w:tcW w:w="1451" w:type="dxa"/>
            <w:vMerge w:val="restart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Финан-совые потреб-ности, тыс. руб. (без НДС)</w:t>
            </w:r>
          </w:p>
        </w:tc>
        <w:tc>
          <w:tcPr>
            <w:tcW w:w="3794" w:type="dxa"/>
            <w:gridSpan w:val="3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Ожидаемый эффект</w:t>
            </w:r>
          </w:p>
        </w:tc>
      </w:tr>
      <w:tr w:rsidR="00C00E68" w:rsidRPr="00133D48">
        <w:trPr>
          <w:trHeight w:val="844"/>
        </w:trPr>
        <w:tc>
          <w:tcPr>
            <w:tcW w:w="636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980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83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C00E68" w:rsidRPr="00133D48">
        <w:tc>
          <w:tcPr>
            <w:tcW w:w="10320" w:type="dxa"/>
            <w:gridSpan w:val="7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39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Холодное водоснабжение питьевой водой</w:t>
            </w:r>
          </w:p>
        </w:tc>
      </w:tr>
      <w:tr w:rsidR="00C00E68" w:rsidRPr="00133D48">
        <w:tc>
          <w:tcPr>
            <w:tcW w:w="636" w:type="dxa"/>
            <w:vMerge w:val="restart"/>
            <w:vAlign w:val="center"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334" w:type="dxa"/>
            <w:vMerge w:val="restart"/>
            <w:vAlign w:val="center"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 xml:space="preserve">Капитальный ремонт 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2016 г.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1629,28</w:t>
            </w:r>
          </w:p>
        </w:tc>
        <w:tc>
          <w:tcPr>
            <w:tcW w:w="1983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636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2017 г.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1683,04</w:t>
            </w:r>
          </w:p>
        </w:tc>
        <w:tc>
          <w:tcPr>
            <w:tcW w:w="1983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636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2018 г.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1738,59</w:t>
            </w:r>
          </w:p>
        </w:tc>
        <w:tc>
          <w:tcPr>
            <w:tcW w:w="1983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10320" w:type="dxa"/>
            <w:gridSpan w:val="7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39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Холодное водоснабжение питьевой водой (подъем и водоподготовка)</w:t>
            </w:r>
          </w:p>
        </w:tc>
      </w:tr>
      <w:tr w:rsidR="00C00E68" w:rsidRPr="00133D48">
        <w:tc>
          <w:tcPr>
            <w:tcW w:w="636" w:type="dxa"/>
            <w:vMerge w:val="restart"/>
            <w:vAlign w:val="center"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334" w:type="dxa"/>
            <w:vMerge w:val="restart"/>
            <w:vAlign w:val="center"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 xml:space="preserve">Капитальный ремонт 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2016 г.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238,13</w:t>
            </w:r>
          </w:p>
        </w:tc>
        <w:tc>
          <w:tcPr>
            <w:tcW w:w="1983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636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2017 г.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245,99</w:t>
            </w:r>
          </w:p>
        </w:tc>
        <w:tc>
          <w:tcPr>
            <w:tcW w:w="1983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636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2018 г.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254,10</w:t>
            </w:r>
          </w:p>
        </w:tc>
        <w:tc>
          <w:tcPr>
            <w:tcW w:w="1983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10320" w:type="dxa"/>
            <w:gridSpan w:val="7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39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Водоотведение</w:t>
            </w:r>
          </w:p>
        </w:tc>
      </w:tr>
      <w:tr w:rsidR="00C00E68" w:rsidRPr="00133D48">
        <w:tc>
          <w:tcPr>
            <w:tcW w:w="636" w:type="dxa"/>
            <w:vMerge w:val="restart"/>
            <w:vAlign w:val="center"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334" w:type="dxa"/>
            <w:vMerge w:val="restart"/>
            <w:vAlign w:val="center"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Капитальный ремонт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2016 г.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1565,76</w:t>
            </w:r>
          </w:p>
        </w:tc>
        <w:tc>
          <w:tcPr>
            <w:tcW w:w="1983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636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2017 г.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1617,42</w:t>
            </w:r>
          </w:p>
        </w:tc>
        <w:tc>
          <w:tcPr>
            <w:tcW w:w="1983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636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2018 г.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1670,80</w:t>
            </w:r>
          </w:p>
        </w:tc>
        <w:tc>
          <w:tcPr>
            <w:tcW w:w="1983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10320" w:type="dxa"/>
            <w:gridSpan w:val="7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39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Водоотведение (очистка сточных вод)</w:t>
            </w:r>
          </w:p>
        </w:tc>
      </w:tr>
      <w:tr w:rsidR="00C00E68" w:rsidRPr="00133D48">
        <w:tc>
          <w:tcPr>
            <w:tcW w:w="636" w:type="dxa"/>
            <w:vMerge w:val="restart"/>
            <w:vAlign w:val="center"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3334" w:type="dxa"/>
            <w:vMerge w:val="restart"/>
            <w:vAlign w:val="center"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Капитальный ремонт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2016 г.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213,51</w:t>
            </w:r>
          </w:p>
        </w:tc>
        <w:tc>
          <w:tcPr>
            <w:tcW w:w="1983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636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2017 г.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220,56</w:t>
            </w:r>
          </w:p>
        </w:tc>
        <w:tc>
          <w:tcPr>
            <w:tcW w:w="1983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636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vMerge/>
          </w:tcPr>
          <w:p w:rsidR="00C00E68" w:rsidRPr="00622DE5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2018 г.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227,82</w:t>
            </w:r>
          </w:p>
        </w:tc>
        <w:tc>
          <w:tcPr>
            <w:tcW w:w="1983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  <w:r w:rsidRPr="00133D48">
        <w:rPr>
          <w:color w:val="000000"/>
          <w:sz w:val="28"/>
          <w:szCs w:val="28"/>
          <w:lang w:eastAsia="ru-RU"/>
        </w:rPr>
        <w:t>Раздел 4. Перечень плановых мероприятий по энергосбережению и повышению энергетической эффективности холодного водоснабжения (в том числе по снижению потерь воды при транспортировке) и (или) водоотведения</w:t>
      </w: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tbl>
      <w:tblPr>
        <w:tblW w:w="102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34"/>
        <w:gridCol w:w="992"/>
        <w:gridCol w:w="1451"/>
        <w:gridCol w:w="2446"/>
        <w:gridCol w:w="1134"/>
        <w:gridCol w:w="850"/>
      </w:tblGrid>
      <w:tr w:rsidR="00C00E68" w:rsidRPr="00133D48">
        <w:trPr>
          <w:trHeight w:val="706"/>
        </w:trPr>
        <w:tc>
          <w:tcPr>
            <w:tcW w:w="3334" w:type="dxa"/>
            <w:vMerge w:val="restart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Срок реали-зации</w:t>
            </w:r>
          </w:p>
        </w:tc>
        <w:tc>
          <w:tcPr>
            <w:tcW w:w="1451" w:type="dxa"/>
            <w:vMerge w:val="restart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Финан-совые потреб-ности, тыс. руб. (без НДС)</w:t>
            </w:r>
          </w:p>
        </w:tc>
        <w:tc>
          <w:tcPr>
            <w:tcW w:w="4430" w:type="dxa"/>
            <w:gridSpan w:val="3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Ожидаемый эффект</w:t>
            </w:r>
          </w:p>
        </w:tc>
      </w:tr>
      <w:tr w:rsidR="00C00E68" w:rsidRPr="00133D48">
        <w:trPr>
          <w:trHeight w:val="844"/>
        </w:trPr>
        <w:tc>
          <w:tcPr>
            <w:tcW w:w="3334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850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C00E68" w:rsidRPr="00133D48">
        <w:tc>
          <w:tcPr>
            <w:tcW w:w="10207" w:type="dxa"/>
            <w:gridSpan w:val="6"/>
          </w:tcPr>
          <w:p w:rsidR="00C00E68" w:rsidRPr="00622DE5" w:rsidRDefault="00C00E68" w:rsidP="00622DE5">
            <w:pPr>
              <w:numPr>
                <w:ilvl w:val="0"/>
                <w:numId w:val="34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Холодное водоснабжение питьевой водой</w:t>
            </w:r>
          </w:p>
        </w:tc>
      </w:tr>
      <w:tr w:rsidR="00C00E68" w:rsidRPr="00133D48">
        <w:tc>
          <w:tcPr>
            <w:tcW w:w="33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4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10207" w:type="dxa"/>
            <w:gridSpan w:val="6"/>
          </w:tcPr>
          <w:p w:rsidR="00C00E68" w:rsidRPr="00622DE5" w:rsidRDefault="00C00E68" w:rsidP="00622DE5">
            <w:pPr>
              <w:numPr>
                <w:ilvl w:val="0"/>
                <w:numId w:val="34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Холодное водоснабжение питьевой водой (подъем и водоподготовка)</w:t>
            </w:r>
          </w:p>
        </w:tc>
      </w:tr>
      <w:tr w:rsidR="00C00E68" w:rsidRPr="00133D48">
        <w:tc>
          <w:tcPr>
            <w:tcW w:w="33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4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10207" w:type="dxa"/>
            <w:gridSpan w:val="6"/>
          </w:tcPr>
          <w:p w:rsidR="00C00E68" w:rsidRPr="00622DE5" w:rsidRDefault="00C00E68" w:rsidP="00622DE5">
            <w:pPr>
              <w:numPr>
                <w:ilvl w:val="0"/>
                <w:numId w:val="34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 xml:space="preserve">Водоотведение </w:t>
            </w:r>
          </w:p>
        </w:tc>
      </w:tr>
      <w:tr w:rsidR="00C00E68" w:rsidRPr="00133D48">
        <w:tc>
          <w:tcPr>
            <w:tcW w:w="33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4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10207" w:type="dxa"/>
            <w:gridSpan w:val="6"/>
          </w:tcPr>
          <w:p w:rsidR="00C00E68" w:rsidRPr="00622DE5" w:rsidRDefault="00C00E68" w:rsidP="00622DE5">
            <w:pPr>
              <w:numPr>
                <w:ilvl w:val="0"/>
                <w:numId w:val="34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Водоотведение (очистка сточных вод)</w:t>
            </w:r>
          </w:p>
        </w:tc>
      </w:tr>
      <w:tr w:rsidR="00C00E68" w:rsidRPr="00133D48">
        <w:tc>
          <w:tcPr>
            <w:tcW w:w="33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4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  <w:r w:rsidRPr="00133D48">
        <w:rPr>
          <w:color w:val="000000"/>
          <w:sz w:val="28"/>
          <w:szCs w:val="28"/>
          <w:lang w:eastAsia="ru-RU"/>
        </w:rPr>
        <w:t>Раздел 5. Планируемые объемы подачи питьевой воды и объемы принимаемых сточных вод</w:t>
      </w:r>
    </w:p>
    <w:p w:rsidR="00C00E68" w:rsidRPr="00133D48" w:rsidRDefault="00C00E68" w:rsidP="00524BCA">
      <w:pPr>
        <w:jc w:val="center"/>
        <w:rPr>
          <w:color w:val="000000"/>
          <w:sz w:val="28"/>
          <w:szCs w:val="28"/>
          <w:lang w:eastAsia="ru-RU"/>
        </w:rPr>
      </w:pPr>
    </w:p>
    <w:tbl>
      <w:tblPr>
        <w:tblW w:w="11341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992"/>
        <w:gridCol w:w="2269"/>
        <w:gridCol w:w="851"/>
        <w:gridCol w:w="1134"/>
        <w:gridCol w:w="1134"/>
        <w:gridCol w:w="1275"/>
        <w:gridCol w:w="1276"/>
        <w:gridCol w:w="1276"/>
        <w:gridCol w:w="1134"/>
      </w:tblGrid>
      <w:tr w:rsidR="00C00E68" w:rsidRPr="00133D48">
        <w:trPr>
          <w:trHeight w:val="673"/>
        </w:trPr>
        <w:tc>
          <w:tcPr>
            <w:tcW w:w="992" w:type="dxa"/>
            <w:vMerge w:val="restart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69" w:type="dxa"/>
            <w:vMerge w:val="restart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2268" w:type="dxa"/>
            <w:gridSpan w:val="2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2551" w:type="dxa"/>
            <w:gridSpan w:val="2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2410" w:type="dxa"/>
            <w:gridSpan w:val="2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2018 год</w:t>
            </w:r>
          </w:p>
        </w:tc>
      </w:tr>
      <w:tr w:rsidR="00C00E68" w:rsidRPr="00133D48">
        <w:trPr>
          <w:trHeight w:val="936"/>
        </w:trPr>
        <w:tc>
          <w:tcPr>
            <w:tcW w:w="992" w:type="dxa"/>
            <w:vMerge/>
          </w:tcPr>
          <w:p w:rsidR="00C00E68" w:rsidRPr="00622DE5" w:rsidRDefault="00C00E68" w:rsidP="00622DE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vMerge/>
          </w:tcPr>
          <w:p w:rsidR="00C00E68" w:rsidRPr="00622DE5" w:rsidRDefault="00C00E68" w:rsidP="00622DE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C00E68" w:rsidRPr="00622DE5" w:rsidRDefault="00C00E68" w:rsidP="00622DE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 01.01. по 30.06.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 01.07. по 31.12.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 01.01. по 30.06.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 01.07. по 31.12.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 01.01. по 30.06.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 01.07. по 31.12.</w:t>
            </w:r>
          </w:p>
        </w:tc>
      </w:tr>
      <w:tr w:rsidR="00C00E68" w:rsidRPr="00133D48">
        <w:trPr>
          <w:trHeight w:val="253"/>
        </w:trPr>
        <w:tc>
          <w:tcPr>
            <w:tcW w:w="99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9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00E68" w:rsidRPr="00133D48">
        <w:trPr>
          <w:trHeight w:val="537"/>
        </w:trPr>
        <w:tc>
          <w:tcPr>
            <w:tcW w:w="11341" w:type="dxa"/>
            <w:gridSpan w:val="9"/>
            <w:vAlign w:val="center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36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Холодное водоснабжение питьевой водой</w:t>
            </w:r>
          </w:p>
        </w:tc>
      </w:tr>
      <w:tr w:rsidR="00C00E68" w:rsidRPr="00133D48">
        <w:trPr>
          <w:trHeight w:val="439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1.1.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Поднято воды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vertAlign w:val="superscript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3104217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3104217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3104217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3104217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3104217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3104217</w:t>
            </w:r>
          </w:p>
        </w:tc>
      </w:tr>
      <w:tr w:rsidR="00C00E68" w:rsidRPr="00133D48"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1.2.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Получено со стороны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</w:tr>
      <w:tr w:rsidR="00C00E68" w:rsidRPr="00133D48">
        <w:trPr>
          <w:trHeight w:val="912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1.3.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Расход воды на коммунально-бытовые нужды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3453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3453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3453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3453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3453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3453</w:t>
            </w:r>
          </w:p>
        </w:tc>
      </w:tr>
      <w:tr w:rsidR="00C00E68" w:rsidRPr="00133D48">
        <w:trPr>
          <w:trHeight w:val="968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1.4.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Расход воды на нужды предприятия: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593254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593254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593254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593254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593254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593254</w:t>
            </w:r>
          </w:p>
        </w:tc>
      </w:tr>
      <w:tr w:rsidR="00C00E68" w:rsidRPr="00133D48"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1.4.1.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 на очистные сооружения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588450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588450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588450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588450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588450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588450</w:t>
            </w:r>
          </w:p>
        </w:tc>
      </w:tr>
      <w:tr w:rsidR="00C00E68" w:rsidRPr="00133D48"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1.4.2.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 на промывку сетей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295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295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295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295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295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295</w:t>
            </w:r>
          </w:p>
        </w:tc>
      </w:tr>
      <w:tr w:rsidR="00C00E68" w:rsidRPr="00133D48">
        <w:trPr>
          <w:trHeight w:val="385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1.4.3.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 прочие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4510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4510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4510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4510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4510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4510</w:t>
            </w:r>
          </w:p>
        </w:tc>
      </w:tr>
      <w:tr w:rsidR="00C00E68" w:rsidRPr="00133D48">
        <w:trPr>
          <w:trHeight w:val="1539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1.5.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Объем пропущенной воды через очистные сооружения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3067948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3067948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3067948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3067948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3067948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3067948</w:t>
            </w:r>
          </w:p>
        </w:tc>
      </w:tr>
      <w:tr w:rsidR="00C00E68" w:rsidRPr="00133D48"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1.6.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Подано воды в сеть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25</w:t>
            </w:r>
            <w:r w:rsidRPr="00622DE5">
              <w:rPr>
                <w:color w:val="000000"/>
                <w:lang w:val="en-US" w:eastAsia="ru-RU"/>
              </w:rPr>
              <w:t>0</w:t>
            </w:r>
            <w:r w:rsidRPr="00622DE5">
              <w:rPr>
                <w:color w:val="000000"/>
                <w:lang w:eastAsia="ru-RU"/>
              </w:rPr>
              <w:t>7509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25</w:t>
            </w:r>
            <w:r w:rsidRPr="00622DE5">
              <w:rPr>
                <w:color w:val="000000"/>
                <w:lang w:val="en-US" w:eastAsia="ru-RU"/>
              </w:rPr>
              <w:t>0</w:t>
            </w:r>
            <w:r w:rsidRPr="00622DE5">
              <w:rPr>
                <w:color w:val="000000"/>
                <w:lang w:eastAsia="ru-RU"/>
              </w:rPr>
              <w:t>7509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25</w:t>
            </w:r>
            <w:r w:rsidRPr="00622DE5">
              <w:rPr>
                <w:color w:val="000000"/>
                <w:lang w:val="en-US" w:eastAsia="ru-RU"/>
              </w:rPr>
              <w:t>0</w:t>
            </w:r>
            <w:r w:rsidRPr="00622DE5">
              <w:rPr>
                <w:color w:val="000000"/>
                <w:lang w:eastAsia="ru-RU"/>
              </w:rPr>
              <w:t>7509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25</w:t>
            </w:r>
            <w:r w:rsidRPr="00622DE5">
              <w:rPr>
                <w:color w:val="000000"/>
                <w:lang w:val="en-US" w:eastAsia="ru-RU"/>
              </w:rPr>
              <w:t>0</w:t>
            </w:r>
            <w:r w:rsidRPr="00622DE5">
              <w:rPr>
                <w:color w:val="000000"/>
                <w:lang w:eastAsia="ru-RU"/>
              </w:rPr>
              <w:t>7509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25</w:t>
            </w:r>
            <w:r w:rsidRPr="00622DE5">
              <w:rPr>
                <w:color w:val="000000"/>
                <w:lang w:val="en-US" w:eastAsia="ru-RU"/>
              </w:rPr>
              <w:t>0</w:t>
            </w:r>
            <w:r w:rsidRPr="00622DE5">
              <w:rPr>
                <w:color w:val="000000"/>
                <w:lang w:eastAsia="ru-RU"/>
              </w:rPr>
              <w:t>7509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25</w:t>
            </w:r>
            <w:r w:rsidRPr="00622DE5">
              <w:rPr>
                <w:color w:val="000000"/>
                <w:lang w:val="en-US" w:eastAsia="ru-RU"/>
              </w:rPr>
              <w:t>0</w:t>
            </w:r>
            <w:r w:rsidRPr="00622DE5">
              <w:rPr>
                <w:color w:val="000000"/>
                <w:lang w:eastAsia="ru-RU"/>
              </w:rPr>
              <w:t>7509</w:t>
            </w:r>
          </w:p>
        </w:tc>
      </w:tr>
      <w:tr w:rsidR="00C00E68" w:rsidRPr="00133D48">
        <w:trPr>
          <w:trHeight w:val="447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1.7.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Потери воды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584922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584922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584922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584922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584922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584922</w:t>
            </w:r>
          </w:p>
        </w:tc>
      </w:tr>
      <w:tr w:rsidR="00C00E68" w:rsidRPr="00133D48">
        <w:trPr>
          <w:trHeight w:val="977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1.8.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Уровень потерь к объему поданной воды в сеть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23,33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23,33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23,33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23,33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23,33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23,33</w:t>
            </w:r>
          </w:p>
        </w:tc>
      </w:tr>
      <w:tr w:rsidR="00C00E68" w:rsidRPr="00133D48">
        <w:trPr>
          <w:trHeight w:val="1004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1.9.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Отпущено воды по категориям потребителей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1922588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1922588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1922588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1922588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1922588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1922588</w:t>
            </w:r>
          </w:p>
        </w:tc>
      </w:tr>
      <w:tr w:rsidR="00C00E68" w:rsidRPr="00133D48">
        <w:trPr>
          <w:trHeight w:val="576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1.9.1.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Потребительский рынок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1922588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1922588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1922588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1922588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1922588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1922588</w:t>
            </w:r>
          </w:p>
        </w:tc>
      </w:tr>
      <w:tr w:rsidR="00C00E68" w:rsidRPr="00133D48">
        <w:trPr>
          <w:trHeight w:val="417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1.9.1.1.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 население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1540608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1540608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1540608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1540608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1540608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1540608</w:t>
            </w:r>
          </w:p>
        </w:tc>
      </w:tr>
      <w:tr w:rsidR="00C00E68" w:rsidRPr="00133D48">
        <w:trPr>
          <w:trHeight w:val="673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1.9.1.2.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 прочие потребители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381980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381980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381980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381980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381980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381980</w:t>
            </w:r>
          </w:p>
        </w:tc>
      </w:tr>
      <w:tr w:rsidR="00C00E68" w:rsidRPr="00133D48">
        <w:trPr>
          <w:trHeight w:val="928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1.9.2.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A040F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Собственные нужды производства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</w:tr>
      <w:tr w:rsidR="00C00E68" w:rsidRPr="00133D48"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9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00E68" w:rsidRPr="00133D48">
        <w:trPr>
          <w:trHeight w:val="537"/>
        </w:trPr>
        <w:tc>
          <w:tcPr>
            <w:tcW w:w="11341" w:type="dxa"/>
            <w:gridSpan w:val="9"/>
            <w:vAlign w:val="center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36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Холодное водоснабжение питьевой водой (подъем и водоподготовка)</w:t>
            </w:r>
          </w:p>
        </w:tc>
      </w:tr>
      <w:tr w:rsidR="00C00E68" w:rsidRPr="00133D48">
        <w:trPr>
          <w:trHeight w:val="439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2.1.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Поднято воды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vertAlign w:val="superscript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725789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725789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725789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725789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725789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725789</w:t>
            </w:r>
          </w:p>
        </w:tc>
      </w:tr>
      <w:tr w:rsidR="00C00E68" w:rsidRPr="00133D48"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2.2.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Получено со стороны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</w:tr>
      <w:tr w:rsidR="00C00E68" w:rsidRPr="00133D48">
        <w:trPr>
          <w:trHeight w:val="912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2.3.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Расход воды на коммунально-бытовые нужды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810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810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810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810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810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810</w:t>
            </w:r>
          </w:p>
        </w:tc>
      </w:tr>
      <w:tr w:rsidR="00C00E68" w:rsidRPr="00133D48">
        <w:trPr>
          <w:trHeight w:val="968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2.4.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Расход воды на нужды предприятия: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139089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139089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139089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139089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139089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139089</w:t>
            </w:r>
          </w:p>
        </w:tc>
      </w:tr>
      <w:tr w:rsidR="00C00E68" w:rsidRPr="00133D48"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2.4.1.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 на очистные сооружения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138031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138031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138031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138031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138031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138031</w:t>
            </w:r>
          </w:p>
        </w:tc>
      </w:tr>
      <w:tr w:rsidR="00C00E68" w:rsidRPr="00133D48"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2.4.2.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 на промывку сетей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</w:tr>
      <w:tr w:rsidR="00C00E68" w:rsidRPr="00133D48">
        <w:trPr>
          <w:trHeight w:val="385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2.4.3.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 прочие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1058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1058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1058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1058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1058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1058</w:t>
            </w:r>
          </w:p>
        </w:tc>
      </w:tr>
      <w:tr w:rsidR="00C00E68" w:rsidRPr="00133D48">
        <w:trPr>
          <w:trHeight w:val="1263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2.5.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Объем пропущенной воды через очистные сооружения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719642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719642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719642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719642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719642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719642</w:t>
            </w:r>
          </w:p>
        </w:tc>
      </w:tr>
      <w:tr w:rsidR="00C00E68" w:rsidRPr="00133D48">
        <w:trPr>
          <w:trHeight w:val="417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2.6.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Подано воды в сеть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585890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585890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585890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585890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585890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585890</w:t>
            </w:r>
          </w:p>
        </w:tc>
      </w:tr>
      <w:tr w:rsidR="00C00E68" w:rsidRPr="00133D48">
        <w:trPr>
          <w:trHeight w:val="447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2.7.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Потери воды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134912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134912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134912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134912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134912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134912</w:t>
            </w:r>
          </w:p>
        </w:tc>
      </w:tr>
      <w:tr w:rsidR="00C00E68" w:rsidRPr="00133D48">
        <w:trPr>
          <w:trHeight w:val="977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2.8.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Уровень потерь к объему поданной воды в сеть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23,03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23,03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23,03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23,03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23,03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23,03</w:t>
            </w:r>
          </w:p>
        </w:tc>
      </w:tr>
      <w:tr w:rsidR="00C00E68" w:rsidRPr="00133D48"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2.9.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Отпущено воды по категориям потребителей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450977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450977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450977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450977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450977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450977</w:t>
            </w:r>
          </w:p>
        </w:tc>
      </w:tr>
      <w:tr w:rsidR="00C00E68" w:rsidRPr="00133D48">
        <w:trPr>
          <w:trHeight w:val="576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2.9.1.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Потребительский рынок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450977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450977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450977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450977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450977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450977</w:t>
            </w:r>
          </w:p>
        </w:tc>
      </w:tr>
      <w:tr w:rsidR="00C00E68" w:rsidRPr="00133D48">
        <w:trPr>
          <w:trHeight w:val="417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2.9.1.1.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 население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75000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75000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75000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75000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75000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75000</w:t>
            </w:r>
          </w:p>
        </w:tc>
      </w:tr>
      <w:tr w:rsidR="00C00E68" w:rsidRPr="00133D48">
        <w:trPr>
          <w:trHeight w:val="673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2.9.1.2.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 прочие потребители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375977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375977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val="en-US" w:eastAsia="ru-RU"/>
              </w:rPr>
            </w:pPr>
            <w:r w:rsidRPr="00622DE5">
              <w:rPr>
                <w:color w:val="000000"/>
                <w:lang w:eastAsia="ru-RU"/>
              </w:rPr>
              <w:t>3759</w:t>
            </w:r>
            <w:r w:rsidRPr="00622DE5">
              <w:rPr>
                <w:color w:val="000000"/>
                <w:lang w:val="en-US" w:eastAsia="ru-RU"/>
              </w:rPr>
              <w:t>77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val="en-US" w:eastAsia="ru-RU"/>
              </w:rPr>
            </w:pPr>
            <w:r w:rsidRPr="00622DE5">
              <w:rPr>
                <w:color w:val="000000"/>
                <w:lang w:eastAsia="ru-RU"/>
              </w:rPr>
              <w:t>3759</w:t>
            </w:r>
            <w:r w:rsidRPr="00622DE5">
              <w:rPr>
                <w:color w:val="000000"/>
                <w:lang w:val="en-US" w:eastAsia="ru-RU"/>
              </w:rPr>
              <w:t>77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val="en-US" w:eastAsia="ru-RU"/>
              </w:rPr>
            </w:pPr>
            <w:r w:rsidRPr="00622DE5">
              <w:rPr>
                <w:color w:val="000000"/>
                <w:lang w:eastAsia="ru-RU"/>
              </w:rPr>
              <w:t>3759</w:t>
            </w:r>
            <w:r w:rsidRPr="00622DE5">
              <w:rPr>
                <w:color w:val="000000"/>
                <w:lang w:val="en-US" w:eastAsia="ru-RU"/>
              </w:rPr>
              <w:t>77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val="en-US" w:eastAsia="ru-RU"/>
              </w:rPr>
            </w:pPr>
            <w:r w:rsidRPr="00622DE5">
              <w:rPr>
                <w:color w:val="000000"/>
                <w:lang w:eastAsia="ru-RU"/>
              </w:rPr>
              <w:t>3759</w:t>
            </w:r>
            <w:r w:rsidRPr="00622DE5">
              <w:rPr>
                <w:color w:val="000000"/>
                <w:lang w:val="en-US" w:eastAsia="ru-RU"/>
              </w:rPr>
              <w:t>77</w:t>
            </w:r>
          </w:p>
        </w:tc>
      </w:tr>
      <w:tr w:rsidR="00C00E68" w:rsidRPr="00133D48">
        <w:trPr>
          <w:trHeight w:val="834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2.9.2.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C65616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Собственные нужды производства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</w:tr>
      <w:tr w:rsidR="00C00E68" w:rsidRPr="00133D48">
        <w:trPr>
          <w:trHeight w:val="463"/>
        </w:trPr>
        <w:tc>
          <w:tcPr>
            <w:tcW w:w="11341" w:type="dxa"/>
            <w:gridSpan w:val="9"/>
            <w:vAlign w:val="center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36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Водоотведение</w:t>
            </w:r>
          </w:p>
        </w:tc>
      </w:tr>
      <w:tr w:rsidR="00C00E68" w:rsidRPr="00133D48"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3.1.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BA4F3C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Объем отведенных стоков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4011981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4011981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4011981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4011981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4011981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4011981</w:t>
            </w:r>
          </w:p>
        </w:tc>
      </w:tr>
      <w:tr w:rsidR="00C00E68" w:rsidRPr="00133D48">
        <w:trPr>
          <w:trHeight w:val="931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3.2.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BA4F3C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Хозяйственные нужды предприятия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919996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919996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919996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919996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919996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919996</w:t>
            </w:r>
          </w:p>
        </w:tc>
      </w:tr>
      <w:tr w:rsidR="00C00E68" w:rsidRPr="00133D48">
        <w:trPr>
          <w:trHeight w:val="1070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3.3.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BA4F3C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Принято сточных вод по категориям потребителей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3091984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3091984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3091984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3091984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3091984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3091984</w:t>
            </w:r>
          </w:p>
        </w:tc>
      </w:tr>
      <w:tr w:rsidR="00C00E68" w:rsidRPr="00133D48"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9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00E68" w:rsidRPr="00133D48"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3.3.1.</w:t>
            </w:r>
          </w:p>
        </w:tc>
        <w:tc>
          <w:tcPr>
            <w:tcW w:w="2269" w:type="dxa"/>
          </w:tcPr>
          <w:p w:rsidR="00C00E68" w:rsidRPr="00622DE5" w:rsidRDefault="00C00E68" w:rsidP="00BA4F3C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Потребительский рынок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3091984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3091984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3091984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3091984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3091984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3091984</w:t>
            </w:r>
          </w:p>
        </w:tc>
      </w:tr>
      <w:tr w:rsidR="00C00E68" w:rsidRPr="00133D48">
        <w:trPr>
          <w:trHeight w:val="297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3.3.1.1.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BA4F3C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 население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2072371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2072371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2072371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2072371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2072371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2072371</w:t>
            </w:r>
          </w:p>
        </w:tc>
      </w:tr>
      <w:tr w:rsidR="00C00E68" w:rsidRPr="00133D48"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3.3.1.2.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BA4F3C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 прочие потребители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1019613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1019613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1019613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1019613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1019613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1019613</w:t>
            </w:r>
          </w:p>
        </w:tc>
      </w:tr>
      <w:tr w:rsidR="00C00E68" w:rsidRPr="00133D48"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val="en-US" w:eastAsia="ru-RU"/>
              </w:rPr>
            </w:pPr>
            <w:r w:rsidRPr="00622DE5">
              <w:rPr>
                <w:color w:val="000000"/>
                <w:lang w:eastAsia="ru-RU"/>
              </w:rPr>
              <w:t>3.3.2</w:t>
            </w:r>
            <w:r w:rsidRPr="00622DE5">
              <w:rPr>
                <w:color w:val="000000"/>
                <w:lang w:val="en-US" w:eastAsia="ru-RU"/>
              </w:rPr>
              <w:t>.</w:t>
            </w:r>
          </w:p>
        </w:tc>
        <w:tc>
          <w:tcPr>
            <w:tcW w:w="2269" w:type="dxa"/>
          </w:tcPr>
          <w:p w:rsidR="00C00E68" w:rsidRPr="00622DE5" w:rsidRDefault="00C00E68" w:rsidP="00BA4F3C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Собственные нужды производства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</w:tr>
      <w:tr w:rsidR="00C00E68" w:rsidRPr="00133D48">
        <w:trPr>
          <w:trHeight w:val="997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3.4.</w:t>
            </w:r>
          </w:p>
        </w:tc>
        <w:tc>
          <w:tcPr>
            <w:tcW w:w="2269" w:type="dxa"/>
          </w:tcPr>
          <w:p w:rsidR="00C00E68" w:rsidRPr="00622DE5" w:rsidRDefault="00C00E68" w:rsidP="00BA4F3C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Пропущено через собственные очистные сооружения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4011981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4011981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4011981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4011981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4011981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4011981</w:t>
            </w:r>
          </w:p>
        </w:tc>
      </w:tr>
      <w:tr w:rsidR="00C00E68" w:rsidRPr="00133D48">
        <w:trPr>
          <w:trHeight w:val="405"/>
        </w:trPr>
        <w:tc>
          <w:tcPr>
            <w:tcW w:w="11341" w:type="dxa"/>
            <w:gridSpan w:val="9"/>
            <w:vAlign w:val="center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36"/>
              </w:num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Водоотведение (очистка сточных вод)</w:t>
            </w:r>
          </w:p>
        </w:tc>
      </w:tr>
      <w:tr w:rsidR="00C00E68" w:rsidRPr="00133D48">
        <w:trPr>
          <w:trHeight w:val="401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4.1.</w:t>
            </w:r>
          </w:p>
        </w:tc>
        <w:tc>
          <w:tcPr>
            <w:tcW w:w="2269" w:type="dxa"/>
          </w:tcPr>
          <w:p w:rsidR="00C00E68" w:rsidRPr="00622DE5" w:rsidRDefault="00C00E68" w:rsidP="008710FB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Объем отведенных стоков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547088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547088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547088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547088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547088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547088</w:t>
            </w:r>
          </w:p>
        </w:tc>
      </w:tr>
      <w:tr w:rsidR="00C00E68" w:rsidRPr="00133D48">
        <w:trPr>
          <w:trHeight w:val="421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4.2.</w:t>
            </w:r>
          </w:p>
        </w:tc>
        <w:tc>
          <w:tcPr>
            <w:tcW w:w="2269" w:type="dxa"/>
          </w:tcPr>
          <w:p w:rsidR="00C00E68" w:rsidRPr="00622DE5" w:rsidRDefault="00C00E68" w:rsidP="008710FB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Хозяйственные нужды предприятия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125454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125454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125454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125454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125454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125454</w:t>
            </w:r>
          </w:p>
        </w:tc>
      </w:tr>
      <w:tr w:rsidR="00C00E68" w:rsidRPr="00133D48">
        <w:trPr>
          <w:trHeight w:val="413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4.3.</w:t>
            </w:r>
          </w:p>
        </w:tc>
        <w:tc>
          <w:tcPr>
            <w:tcW w:w="2269" w:type="dxa"/>
          </w:tcPr>
          <w:p w:rsidR="00C00E68" w:rsidRPr="00622DE5" w:rsidRDefault="00C00E68" w:rsidP="008710FB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Принято сточных вод по категориям потребителей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421634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421634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421634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421634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421634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421634</w:t>
            </w:r>
          </w:p>
        </w:tc>
      </w:tr>
      <w:tr w:rsidR="00C00E68" w:rsidRPr="00133D48">
        <w:trPr>
          <w:trHeight w:val="413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4.3.1.</w:t>
            </w:r>
          </w:p>
        </w:tc>
        <w:tc>
          <w:tcPr>
            <w:tcW w:w="2269" w:type="dxa"/>
          </w:tcPr>
          <w:p w:rsidR="00C00E68" w:rsidRPr="00622DE5" w:rsidRDefault="00C00E68" w:rsidP="008710FB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Потребительский рынок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421634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421634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421634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421634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421634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421634</w:t>
            </w:r>
          </w:p>
        </w:tc>
      </w:tr>
      <w:tr w:rsidR="00C00E68" w:rsidRPr="00133D48">
        <w:trPr>
          <w:trHeight w:val="413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4.3.1.1.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8710FB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 население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120000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120000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120000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120000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120000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120000</w:t>
            </w:r>
          </w:p>
        </w:tc>
      </w:tr>
      <w:tr w:rsidR="00C00E68" w:rsidRPr="00133D48">
        <w:trPr>
          <w:trHeight w:val="413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4.3.1.2.</w:t>
            </w:r>
          </w:p>
        </w:tc>
        <w:tc>
          <w:tcPr>
            <w:tcW w:w="2269" w:type="dxa"/>
            <w:vAlign w:val="center"/>
          </w:tcPr>
          <w:p w:rsidR="00C00E68" w:rsidRPr="00622DE5" w:rsidRDefault="00C00E68" w:rsidP="008710FB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 прочие потребители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301634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301634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301634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301634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301634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301634</w:t>
            </w:r>
          </w:p>
        </w:tc>
      </w:tr>
      <w:tr w:rsidR="00C00E68" w:rsidRPr="00133D48">
        <w:trPr>
          <w:trHeight w:val="413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val="en-US" w:eastAsia="ru-RU"/>
              </w:rPr>
            </w:pPr>
            <w:r w:rsidRPr="00622DE5">
              <w:rPr>
                <w:color w:val="000000"/>
                <w:lang w:eastAsia="ru-RU"/>
              </w:rPr>
              <w:t>4.3.2</w:t>
            </w:r>
            <w:r w:rsidRPr="00622DE5">
              <w:rPr>
                <w:color w:val="000000"/>
                <w:lang w:val="en-US" w:eastAsia="ru-RU"/>
              </w:rPr>
              <w:t>.</w:t>
            </w:r>
          </w:p>
        </w:tc>
        <w:tc>
          <w:tcPr>
            <w:tcW w:w="2269" w:type="dxa"/>
          </w:tcPr>
          <w:p w:rsidR="00C00E68" w:rsidRPr="00622DE5" w:rsidRDefault="00C00E68" w:rsidP="008710FB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Собственные нужды производства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-</w:t>
            </w:r>
          </w:p>
        </w:tc>
      </w:tr>
      <w:tr w:rsidR="00C00E68" w:rsidRPr="00133D48">
        <w:trPr>
          <w:trHeight w:val="413"/>
        </w:trPr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4.4.</w:t>
            </w:r>
          </w:p>
        </w:tc>
        <w:tc>
          <w:tcPr>
            <w:tcW w:w="2269" w:type="dxa"/>
          </w:tcPr>
          <w:p w:rsidR="00C00E68" w:rsidRPr="00622DE5" w:rsidRDefault="00C00E68" w:rsidP="008710FB">
            <w:pPr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Пропущено через собственные очистные сооружения</w:t>
            </w:r>
          </w:p>
        </w:tc>
        <w:tc>
          <w:tcPr>
            <w:tcW w:w="8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м</w:t>
            </w:r>
            <w:r w:rsidRPr="00622DE5">
              <w:rPr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547088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547088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547088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547088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547088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547088</w:t>
            </w:r>
          </w:p>
        </w:tc>
      </w:tr>
    </w:tbl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  <w:r w:rsidRPr="00133D48">
        <w:rPr>
          <w:color w:val="000000"/>
          <w:sz w:val="28"/>
          <w:szCs w:val="28"/>
          <w:lang w:eastAsia="ru-RU"/>
        </w:rPr>
        <w:t>Раздел 6. Объем финансовых потребностей, необходимых для реализации производственной программы</w:t>
      </w: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tbl>
      <w:tblPr>
        <w:tblW w:w="110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2780"/>
        <w:gridCol w:w="1276"/>
        <w:gridCol w:w="1276"/>
        <w:gridCol w:w="1276"/>
        <w:gridCol w:w="1275"/>
        <w:gridCol w:w="1275"/>
        <w:gridCol w:w="1276"/>
      </w:tblGrid>
      <w:tr w:rsidR="00C00E68" w:rsidRPr="00133D48">
        <w:tc>
          <w:tcPr>
            <w:tcW w:w="594" w:type="dxa"/>
            <w:vMerge w:val="restart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780" w:type="dxa"/>
            <w:vMerge w:val="restart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gridSpan w:val="2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2551" w:type="dxa"/>
            <w:gridSpan w:val="2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2551" w:type="dxa"/>
            <w:gridSpan w:val="2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2018 год</w:t>
            </w:r>
          </w:p>
        </w:tc>
      </w:tr>
      <w:tr w:rsidR="00C00E68" w:rsidRPr="00133D48">
        <w:trPr>
          <w:trHeight w:val="554"/>
        </w:trPr>
        <w:tc>
          <w:tcPr>
            <w:tcW w:w="594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vMerge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 01.01.    по 30.06.</w:t>
            </w:r>
          </w:p>
        </w:tc>
        <w:tc>
          <w:tcPr>
            <w:tcW w:w="127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 01.07.     по 31.12.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 01.01.    по 30.06.</w:t>
            </w:r>
          </w:p>
        </w:tc>
        <w:tc>
          <w:tcPr>
            <w:tcW w:w="1275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 01.07.     по 31.12.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 01.01.    по 30.06.</w:t>
            </w:r>
          </w:p>
        </w:tc>
        <w:tc>
          <w:tcPr>
            <w:tcW w:w="127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lang w:eastAsia="ru-RU"/>
              </w:rPr>
              <w:t>с 01.07.     по 31.12.</w:t>
            </w:r>
          </w:p>
        </w:tc>
      </w:tr>
      <w:tr w:rsidR="00C00E68" w:rsidRPr="00133D48">
        <w:tc>
          <w:tcPr>
            <w:tcW w:w="59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80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C00E68" w:rsidRPr="00133D48">
        <w:tc>
          <w:tcPr>
            <w:tcW w:w="59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80" w:type="dxa"/>
            <w:vAlign w:val="center"/>
          </w:tcPr>
          <w:p w:rsidR="00C00E68" w:rsidRPr="00622DE5" w:rsidRDefault="00C00E68" w:rsidP="00864665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 xml:space="preserve">Финансовые потребности, необходимые для реализации производственной программы в сфере холодного водо-снабжения питьевой водой, </w:t>
            </w:r>
          </w:p>
          <w:p w:rsidR="00C00E68" w:rsidRPr="00622DE5" w:rsidRDefault="00C00E68" w:rsidP="00864665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42489,19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44777,07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44777,07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45911,39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45911,39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48372,31</w:t>
            </w:r>
          </w:p>
        </w:tc>
      </w:tr>
      <w:tr w:rsidR="00C00E68" w:rsidRPr="00133D48">
        <w:tc>
          <w:tcPr>
            <w:tcW w:w="59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80" w:type="dxa"/>
            <w:vAlign w:val="center"/>
          </w:tcPr>
          <w:p w:rsidR="00C00E68" w:rsidRPr="00622DE5" w:rsidRDefault="00C00E68" w:rsidP="003E4877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Финансовые потребности, необходимые для реализации производственной программы в сфере холодного водо-снабжения питьевой водой (подъем и водоподготовка), тыс. руб.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8230,34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8676,80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8676,80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8929,35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8929,35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9416,41</w:t>
            </w:r>
          </w:p>
        </w:tc>
      </w:tr>
      <w:tr w:rsidR="00C00E68" w:rsidRPr="00133D48">
        <w:tc>
          <w:tcPr>
            <w:tcW w:w="59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80" w:type="dxa"/>
            <w:vAlign w:val="center"/>
          </w:tcPr>
          <w:p w:rsidR="00C00E68" w:rsidRPr="00622DE5" w:rsidRDefault="00C00E68" w:rsidP="00864665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 xml:space="preserve">Финансовые потребности, необходимые для реализации производственной программы в сфере водоотведения, </w:t>
            </w:r>
          </w:p>
          <w:p w:rsidR="00C00E68" w:rsidRPr="00622DE5" w:rsidRDefault="00C00E68" w:rsidP="00864665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30054,09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31661,92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31661,92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32218,48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32218,48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33919,07</w:t>
            </w:r>
          </w:p>
        </w:tc>
      </w:tr>
      <w:tr w:rsidR="00C00E68" w:rsidRPr="00133D48">
        <w:tc>
          <w:tcPr>
            <w:tcW w:w="59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780" w:type="dxa"/>
            <w:vAlign w:val="center"/>
          </w:tcPr>
          <w:p w:rsidR="00C00E68" w:rsidRPr="00622DE5" w:rsidRDefault="00C00E68" w:rsidP="00FB6310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Финансовые потребности, необходимые для реализации производственной программы в сфере водоотведения (очистка сточных вод), тыс. руб.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4098,28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4317,53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4317,53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4393,43</w:t>
            </w:r>
          </w:p>
        </w:tc>
        <w:tc>
          <w:tcPr>
            <w:tcW w:w="12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4393,43</w:t>
            </w:r>
          </w:p>
        </w:tc>
        <w:tc>
          <w:tcPr>
            <w:tcW w:w="127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4625,33</w:t>
            </w:r>
          </w:p>
        </w:tc>
      </w:tr>
    </w:tbl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  <w:r w:rsidRPr="00133D48">
        <w:rPr>
          <w:color w:val="000000"/>
          <w:sz w:val="28"/>
          <w:szCs w:val="28"/>
          <w:lang w:eastAsia="ru-RU"/>
        </w:rPr>
        <w:t>Раздел 7. График реализации мероприятий производственной программы</w:t>
      </w: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tbl>
      <w:tblPr>
        <w:tblW w:w="100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3260"/>
        <w:gridCol w:w="3261"/>
      </w:tblGrid>
      <w:tr w:rsidR="00C00E68" w:rsidRPr="00133D48">
        <w:trPr>
          <w:trHeight w:val="914"/>
        </w:trPr>
        <w:tc>
          <w:tcPr>
            <w:tcW w:w="353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3260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Дата начала    реализации мероприятий</w:t>
            </w:r>
          </w:p>
        </w:tc>
        <w:tc>
          <w:tcPr>
            <w:tcW w:w="326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Дата окончания реализации мероприятий</w:t>
            </w:r>
          </w:p>
        </w:tc>
      </w:tr>
      <w:tr w:rsidR="00C00E68" w:rsidRPr="00133D48">
        <w:trPr>
          <w:trHeight w:val="1409"/>
        </w:trPr>
        <w:tc>
          <w:tcPr>
            <w:tcW w:w="353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Бесперебойное холодное водоснабжение и (или) водоотведение</w:t>
            </w:r>
          </w:p>
        </w:tc>
        <w:tc>
          <w:tcPr>
            <w:tcW w:w="3260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01.01.2016</w:t>
            </w:r>
          </w:p>
        </w:tc>
        <w:tc>
          <w:tcPr>
            <w:tcW w:w="326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31.12.2018</w:t>
            </w:r>
          </w:p>
        </w:tc>
      </w:tr>
    </w:tbl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  <w:r w:rsidRPr="00133D48">
        <w:rPr>
          <w:color w:val="000000"/>
          <w:sz w:val="28"/>
          <w:szCs w:val="28"/>
          <w:lang w:eastAsia="ru-RU"/>
        </w:rPr>
        <w:t>Раздел 8. Показатели надежности, качества, энергетической эффективности объектов централизованных систем холодного водоснабжения и (или) водоотведения</w:t>
      </w: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tbl>
      <w:tblPr>
        <w:tblW w:w="112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2"/>
        <w:gridCol w:w="3375"/>
        <w:gridCol w:w="993"/>
        <w:gridCol w:w="1701"/>
        <w:gridCol w:w="992"/>
        <w:gridCol w:w="1134"/>
        <w:gridCol w:w="1134"/>
        <w:gridCol w:w="1105"/>
      </w:tblGrid>
      <w:tr w:rsidR="00C00E68" w:rsidRPr="00133D48"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Факт 2014 год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Ожидаемые значения 2015 год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План 2016 год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План 2017 год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План 2018 год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План 2019 год</w:t>
            </w:r>
          </w:p>
        </w:tc>
      </w:tr>
      <w:tr w:rsidR="00C00E68" w:rsidRPr="00133D48">
        <w:tc>
          <w:tcPr>
            <w:tcW w:w="82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5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05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C00E68" w:rsidRPr="00133D48">
        <w:trPr>
          <w:trHeight w:val="530"/>
        </w:trPr>
        <w:tc>
          <w:tcPr>
            <w:tcW w:w="11256" w:type="dxa"/>
            <w:gridSpan w:val="8"/>
            <w:vAlign w:val="center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24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Показатели качества воды</w:t>
            </w:r>
          </w:p>
        </w:tc>
      </w:tr>
      <w:tr w:rsidR="00C00E68" w:rsidRPr="00133D48">
        <w:trPr>
          <w:trHeight w:val="3739"/>
        </w:trPr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375" w:type="dxa"/>
            <w:vAlign w:val="center"/>
          </w:tcPr>
          <w:p w:rsidR="00C00E68" w:rsidRPr="00622DE5" w:rsidRDefault="00C00E68" w:rsidP="00A31D27">
            <w:pPr>
              <w:rPr>
                <w:color w:val="000000"/>
                <w:sz w:val="22"/>
                <w:szCs w:val="22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 (в процентах)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00E68" w:rsidRPr="00133D48">
        <w:trPr>
          <w:trHeight w:val="2619"/>
        </w:trPr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375" w:type="dxa"/>
          </w:tcPr>
          <w:p w:rsidR="00C00E68" w:rsidRPr="00622DE5" w:rsidRDefault="00C00E68" w:rsidP="00A31D27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 (в процентах)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00E68" w:rsidRPr="00133D48">
        <w:trPr>
          <w:trHeight w:val="514"/>
        </w:trPr>
        <w:tc>
          <w:tcPr>
            <w:tcW w:w="11256" w:type="dxa"/>
            <w:gridSpan w:val="8"/>
            <w:vAlign w:val="center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24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Показатели надежности и бесперебойности водоснабжения и водоотведения</w:t>
            </w:r>
          </w:p>
        </w:tc>
      </w:tr>
      <w:tr w:rsidR="00C00E68" w:rsidRPr="00133D48">
        <w:trPr>
          <w:trHeight w:val="4519"/>
        </w:trPr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375" w:type="dxa"/>
          </w:tcPr>
          <w:p w:rsidR="00C00E68" w:rsidRPr="00622DE5" w:rsidRDefault="00C00E68" w:rsidP="00A31D27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(ед./км)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0,44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0,43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0,43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0,42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0,42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0,41</w:t>
            </w:r>
          </w:p>
        </w:tc>
      </w:tr>
      <w:tr w:rsidR="00C00E68" w:rsidRPr="00133D48">
        <w:tc>
          <w:tcPr>
            <w:tcW w:w="82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5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05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C00E68" w:rsidRPr="00133D48">
        <w:trPr>
          <w:trHeight w:val="1094"/>
        </w:trPr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375" w:type="dxa"/>
          </w:tcPr>
          <w:p w:rsidR="00C00E68" w:rsidRPr="00622DE5" w:rsidRDefault="00C00E68" w:rsidP="00A31D27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Удельное количество аварий и засоров в расчете на протяженность канализационной сети в год (ед./км)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7,33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7,31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7,31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7,30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7,29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7,28</w:t>
            </w:r>
          </w:p>
        </w:tc>
      </w:tr>
      <w:tr w:rsidR="00C00E68" w:rsidRPr="00133D48">
        <w:trPr>
          <w:trHeight w:val="498"/>
        </w:trPr>
        <w:tc>
          <w:tcPr>
            <w:tcW w:w="11256" w:type="dxa"/>
            <w:gridSpan w:val="8"/>
            <w:vAlign w:val="center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24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Показатели качества очистки сточных вод</w:t>
            </w:r>
          </w:p>
        </w:tc>
      </w:tr>
      <w:tr w:rsidR="00C00E68" w:rsidRPr="00133D48">
        <w:trPr>
          <w:trHeight w:val="2166"/>
        </w:trPr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375" w:type="dxa"/>
            <w:vAlign w:val="center"/>
          </w:tcPr>
          <w:p w:rsidR="00C00E68" w:rsidRPr="00622DE5" w:rsidRDefault="00C00E68" w:rsidP="00A31D27">
            <w:pPr>
              <w:rPr>
                <w:color w:val="000000"/>
                <w:sz w:val="22"/>
                <w:szCs w:val="22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(в процентах)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00E68" w:rsidRPr="00133D48">
        <w:trPr>
          <w:trHeight w:val="1970"/>
        </w:trPr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3375" w:type="dxa"/>
            <w:vAlign w:val="center"/>
          </w:tcPr>
          <w:p w:rsidR="00C00E68" w:rsidRPr="00622DE5" w:rsidRDefault="00C00E68" w:rsidP="00A15065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 (в процентах)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00E68" w:rsidRPr="00133D48">
        <w:trPr>
          <w:trHeight w:val="3272"/>
        </w:trPr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3375" w:type="dxa"/>
            <w:vAlign w:val="center"/>
          </w:tcPr>
          <w:p w:rsidR="00C00E68" w:rsidRPr="00622DE5" w:rsidRDefault="00C00E68" w:rsidP="00A31D27">
            <w:pPr>
              <w:rPr>
                <w:color w:val="000000"/>
                <w:sz w:val="22"/>
                <w:szCs w:val="22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 (в процентах)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00E68" w:rsidRPr="00133D48">
        <w:trPr>
          <w:trHeight w:val="982"/>
        </w:trPr>
        <w:tc>
          <w:tcPr>
            <w:tcW w:w="11256" w:type="dxa"/>
            <w:gridSpan w:val="8"/>
            <w:vAlign w:val="center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24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Показатели энергетической эффективности использования ресурсов, в том числе уровень потерь воды</w:t>
            </w:r>
          </w:p>
        </w:tc>
      </w:tr>
      <w:tr w:rsidR="00C00E68" w:rsidRPr="00133D48">
        <w:trPr>
          <w:trHeight w:val="1980"/>
        </w:trPr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3375" w:type="dxa"/>
            <w:vAlign w:val="center"/>
          </w:tcPr>
          <w:p w:rsidR="00C00E68" w:rsidRPr="00622DE5" w:rsidRDefault="00C00E68" w:rsidP="00B30739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 (в процентах)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23,27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23,27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23,27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23,27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23,27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23,27</w:t>
            </w:r>
          </w:p>
        </w:tc>
      </w:tr>
      <w:tr w:rsidR="00C00E68" w:rsidRPr="00133D48">
        <w:trPr>
          <w:trHeight w:val="2263"/>
        </w:trPr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3375" w:type="dxa"/>
            <w:vAlign w:val="center"/>
          </w:tcPr>
          <w:p w:rsidR="00C00E68" w:rsidRPr="00622DE5" w:rsidRDefault="00C00E68" w:rsidP="00B30739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 (кВт*ч/м</w:t>
            </w:r>
            <w:r w:rsidRPr="00622DE5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622DE5">
              <w:rPr>
                <w:color w:val="000000"/>
                <w:sz w:val="22"/>
                <w:szCs w:val="22"/>
                <w:lang w:eastAsia="ru-RU"/>
              </w:rPr>
              <w:t xml:space="preserve">) – </w:t>
            </w:r>
            <w:r w:rsidRPr="00622DE5">
              <w:rPr>
                <w:color w:val="000000"/>
                <w:sz w:val="22"/>
                <w:szCs w:val="22"/>
                <w:u w:val="single"/>
                <w:lang w:eastAsia="ru-RU"/>
              </w:rPr>
              <w:t>для организаций, оказывающих услуги по водоподготовке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1,38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1,37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1,37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1,37</w:t>
            </w:r>
          </w:p>
        </w:tc>
      </w:tr>
      <w:tr w:rsidR="00C00E68" w:rsidRPr="00133D48"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C00E68" w:rsidRPr="00133D48"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3375" w:type="dxa"/>
            <w:vAlign w:val="center"/>
          </w:tcPr>
          <w:p w:rsidR="00C00E68" w:rsidRPr="00622DE5" w:rsidRDefault="00C00E68" w:rsidP="00B30739">
            <w:pPr>
              <w:rPr>
                <w:color w:val="000000"/>
                <w:sz w:val="22"/>
                <w:szCs w:val="22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 (кВт*ч/м</w:t>
            </w:r>
            <w:r w:rsidRPr="00622DE5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622DE5">
              <w:rPr>
                <w:color w:val="000000"/>
                <w:sz w:val="22"/>
                <w:szCs w:val="22"/>
                <w:lang w:eastAsia="ru-RU"/>
              </w:rPr>
              <w:t xml:space="preserve">) – </w:t>
            </w:r>
            <w:r w:rsidRPr="00622DE5">
              <w:rPr>
                <w:color w:val="000000"/>
                <w:sz w:val="22"/>
                <w:szCs w:val="22"/>
                <w:u w:val="single"/>
                <w:lang w:eastAsia="ru-RU"/>
              </w:rPr>
              <w:t>для организаций, оказывающих услуги по транспортировке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3375" w:type="dxa"/>
          </w:tcPr>
          <w:p w:rsidR="00C00E68" w:rsidRPr="00622DE5" w:rsidRDefault="00C00E68" w:rsidP="00B30739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Удельный расход электрической энергии, потребляемой в технологическом процессе водоподготовки и транспортировки питьевой воды, на единицу объема, отпускаемой в сеть (кВт*ч/м</w:t>
            </w:r>
            <w:r w:rsidRPr="00622DE5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622DE5">
              <w:rPr>
                <w:color w:val="000000"/>
                <w:sz w:val="22"/>
                <w:szCs w:val="22"/>
                <w:lang w:eastAsia="ru-RU"/>
              </w:rPr>
              <w:t xml:space="preserve">) – </w:t>
            </w:r>
            <w:r w:rsidRPr="00622DE5">
              <w:rPr>
                <w:color w:val="000000"/>
                <w:sz w:val="22"/>
                <w:szCs w:val="22"/>
                <w:u w:val="single"/>
                <w:lang w:eastAsia="ru-RU"/>
              </w:rPr>
              <w:t>для организаций, оказывающих услуги водоснабжения (полный цикл)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1,38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1,37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1,37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1,37</w:t>
            </w:r>
          </w:p>
        </w:tc>
      </w:tr>
      <w:tr w:rsidR="00C00E68" w:rsidRPr="00133D48"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4.5.</w:t>
            </w:r>
          </w:p>
        </w:tc>
        <w:tc>
          <w:tcPr>
            <w:tcW w:w="3375" w:type="dxa"/>
          </w:tcPr>
          <w:p w:rsidR="00C00E68" w:rsidRPr="00622DE5" w:rsidRDefault="00C00E68" w:rsidP="00387358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 (кВт*ч/ м</w:t>
            </w:r>
            <w:r w:rsidRPr="00622DE5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622DE5">
              <w:rPr>
                <w:color w:val="000000"/>
                <w:sz w:val="22"/>
                <w:szCs w:val="22"/>
                <w:lang w:eastAsia="ru-RU"/>
              </w:rPr>
              <w:t xml:space="preserve">) – </w:t>
            </w:r>
            <w:r w:rsidRPr="00622DE5">
              <w:rPr>
                <w:color w:val="000000"/>
                <w:sz w:val="22"/>
                <w:szCs w:val="22"/>
                <w:u w:val="single"/>
                <w:lang w:eastAsia="ru-RU"/>
              </w:rPr>
              <w:t>для организаций, оказывающих услуги по очистке сточных вод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</w:tr>
      <w:tr w:rsidR="00C00E68" w:rsidRPr="00133D48"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4.6.</w:t>
            </w:r>
          </w:p>
        </w:tc>
        <w:tc>
          <w:tcPr>
            <w:tcW w:w="3375" w:type="dxa"/>
            <w:vAlign w:val="center"/>
          </w:tcPr>
          <w:p w:rsidR="00C00E68" w:rsidRPr="00622DE5" w:rsidRDefault="00C00E68" w:rsidP="00B30739">
            <w:pPr>
              <w:rPr>
                <w:color w:val="000000"/>
                <w:sz w:val="22"/>
                <w:szCs w:val="22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(кВт*ч/ м</w:t>
            </w:r>
            <w:r w:rsidRPr="00622DE5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622DE5">
              <w:rPr>
                <w:color w:val="000000"/>
                <w:sz w:val="22"/>
                <w:szCs w:val="22"/>
                <w:lang w:eastAsia="ru-RU"/>
              </w:rPr>
              <w:t xml:space="preserve">) – </w:t>
            </w:r>
            <w:r w:rsidRPr="00622DE5">
              <w:rPr>
                <w:color w:val="000000"/>
                <w:sz w:val="22"/>
                <w:szCs w:val="22"/>
                <w:u w:val="single"/>
                <w:lang w:eastAsia="ru-RU"/>
              </w:rPr>
              <w:t>для организаций, оказывающих услуги по транспортировке сточных вод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82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4.7.</w:t>
            </w:r>
          </w:p>
        </w:tc>
        <w:tc>
          <w:tcPr>
            <w:tcW w:w="3375" w:type="dxa"/>
            <w:vAlign w:val="center"/>
          </w:tcPr>
          <w:p w:rsidR="00C00E68" w:rsidRPr="00622DE5" w:rsidRDefault="00C00E68" w:rsidP="007C591B">
            <w:pPr>
              <w:rPr>
                <w:color w:val="000000"/>
                <w:sz w:val="22"/>
                <w:szCs w:val="22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Удельный расход электрической энергии, потребляемой в технологическом процессе водоотведения сточных вод, на единицу объема отводимых сточных вод (кВт*ч/ м</w:t>
            </w:r>
            <w:r w:rsidRPr="00622DE5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622DE5">
              <w:rPr>
                <w:color w:val="000000"/>
                <w:sz w:val="22"/>
                <w:szCs w:val="22"/>
                <w:lang w:eastAsia="ru-RU"/>
              </w:rPr>
              <w:t xml:space="preserve">) – </w:t>
            </w:r>
            <w:r w:rsidRPr="00622DE5">
              <w:rPr>
                <w:color w:val="000000"/>
                <w:sz w:val="22"/>
                <w:szCs w:val="22"/>
                <w:u w:val="single"/>
                <w:lang w:eastAsia="ru-RU"/>
              </w:rPr>
              <w:t>для организаций, оказывающих услуги по водоотведению</w:t>
            </w:r>
          </w:p>
        </w:tc>
        <w:tc>
          <w:tcPr>
            <w:tcW w:w="99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170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99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1134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110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</w:tr>
    </w:tbl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7C591B">
      <w:pPr>
        <w:ind w:left="-567"/>
        <w:jc w:val="center"/>
        <w:rPr>
          <w:color w:val="000000"/>
          <w:sz w:val="28"/>
          <w:szCs w:val="28"/>
          <w:lang w:eastAsia="ru-RU"/>
        </w:rPr>
      </w:pPr>
      <w:r w:rsidRPr="00133D48">
        <w:rPr>
          <w:color w:val="000000"/>
          <w:sz w:val="28"/>
          <w:szCs w:val="28"/>
          <w:lang w:eastAsia="ru-RU"/>
        </w:rPr>
        <w:t>Раздел 9. Расчет эффективности производственной программы</w:t>
      </w: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tbl>
      <w:tblPr>
        <w:tblW w:w="110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6"/>
        <w:gridCol w:w="3659"/>
        <w:gridCol w:w="1559"/>
        <w:gridCol w:w="2552"/>
        <w:gridCol w:w="2551"/>
      </w:tblGrid>
      <w:tr w:rsidR="00C00E68" w:rsidRPr="00133D48"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Значение показателя в базовом периоде    2016 год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Планируемое значение показателя по итогам реализации производственной программы                  2019 год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Эффективность производственной программы,               тыс. руб.</w:t>
            </w:r>
          </w:p>
        </w:tc>
      </w:tr>
      <w:tr w:rsidR="00C00E68" w:rsidRPr="00133D48">
        <w:tc>
          <w:tcPr>
            <w:tcW w:w="73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9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00E68" w:rsidRPr="00133D48">
        <w:trPr>
          <w:trHeight w:val="596"/>
        </w:trPr>
        <w:tc>
          <w:tcPr>
            <w:tcW w:w="11057" w:type="dxa"/>
            <w:gridSpan w:val="5"/>
            <w:vAlign w:val="center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29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Показатели качества воды</w:t>
            </w:r>
          </w:p>
        </w:tc>
      </w:tr>
      <w:tr w:rsidR="00C00E68" w:rsidRPr="00133D48">
        <w:trPr>
          <w:trHeight w:val="3565"/>
        </w:trPr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F816D6">
            <w:pPr>
              <w:rPr>
                <w:color w:val="000000"/>
                <w:sz w:val="22"/>
                <w:szCs w:val="22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 (в процентах)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rPr>
          <w:trHeight w:val="2266"/>
        </w:trPr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F816D6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 (в процентах)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rPr>
          <w:trHeight w:val="704"/>
        </w:trPr>
        <w:tc>
          <w:tcPr>
            <w:tcW w:w="11057" w:type="dxa"/>
            <w:gridSpan w:val="5"/>
            <w:vAlign w:val="center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29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Показатели надежности и бесперебойности водоснабжения и водоотведения</w:t>
            </w:r>
          </w:p>
        </w:tc>
      </w:tr>
      <w:tr w:rsidR="00C00E68" w:rsidRPr="00133D48">
        <w:trPr>
          <w:trHeight w:val="4124"/>
        </w:trPr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F816D6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(ед./км)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0,43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0,41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18,3</w:t>
            </w:r>
          </w:p>
        </w:tc>
      </w:tr>
      <w:tr w:rsidR="00C00E68" w:rsidRPr="00133D48">
        <w:tc>
          <w:tcPr>
            <w:tcW w:w="73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9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2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1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00E68" w:rsidRPr="00133D48">
        <w:trPr>
          <w:trHeight w:val="953"/>
        </w:trPr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F816D6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Удельное количество аварий и засоров в расчете на протяженность канализационной сети в год (ед./км)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7,31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7,28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C00E68" w:rsidRPr="00133D48">
        <w:trPr>
          <w:trHeight w:val="498"/>
        </w:trPr>
        <w:tc>
          <w:tcPr>
            <w:tcW w:w="11057" w:type="dxa"/>
            <w:gridSpan w:val="5"/>
            <w:vAlign w:val="center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29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Показатели качества очистки сточных вод</w:t>
            </w:r>
          </w:p>
        </w:tc>
      </w:tr>
      <w:tr w:rsidR="00C00E68" w:rsidRPr="00133D48">
        <w:trPr>
          <w:trHeight w:val="1894"/>
        </w:trPr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F816D6">
            <w:pPr>
              <w:rPr>
                <w:color w:val="000000"/>
                <w:sz w:val="22"/>
                <w:szCs w:val="22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(в процентах)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rPr>
          <w:trHeight w:val="2120"/>
        </w:trPr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F816D6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 (в процентах)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rPr>
          <w:trHeight w:val="3242"/>
        </w:trPr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F816D6">
            <w:pPr>
              <w:rPr>
                <w:color w:val="000000"/>
                <w:sz w:val="22"/>
                <w:szCs w:val="22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 (в процентах)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rPr>
          <w:trHeight w:val="982"/>
        </w:trPr>
        <w:tc>
          <w:tcPr>
            <w:tcW w:w="11057" w:type="dxa"/>
            <w:gridSpan w:val="5"/>
            <w:vAlign w:val="center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29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Показатели энергетической эффективности использования ресурсов, в том числе уровень потерь воды</w:t>
            </w:r>
          </w:p>
        </w:tc>
      </w:tr>
      <w:tr w:rsidR="00C00E68" w:rsidRPr="00133D48">
        <w:trPr>
          <w:trHeight w:val="1980"/>
        </w:trPr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F816D6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 (в процентах)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23,27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23,27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rPr>
          <w:trHeight w:val="2534"/>
        </w:trPr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F816D6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 (кВт*ч/м</w:t>
            </w:r>
            <w:r w:rsidRPr="00622DE5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622DE5">
              <w:rPr>
                <w:color w:val="000000"/>
                <w:sz w:val="22"/>
                <w:szCs w:val="22"/>
                <w:lang w:eastAsia="ru-RU"/>
              </w:rPr>
              <w:t xml:space="preserve">) – </w:t>
            </w:r>
            <w:r w:rsidRPr="00622DE5">
              <w:rPr>
                <w:color w:val="000000"/>
                <w:sz w:val="22"/>
                <w:szCs w:val="22"/>
                <w:u w:val="single"/>
                <w:lang w:eastAsia="ru-RU"/>
              </w:rPr>
              <w:t>для организаций, оказывающих услуги по водоподготовке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1,37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1,37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00E68" w:rsidRPr="00133D48">
        <w:trPr>
          <w:trHeight w:val="2228"/>
        </w:trPr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F816D6">
            <w:pPr>
              <w:rPr>
                <w:color w:val="000000"/>
                <w:sz w:val="22"/>
                <w:szCs w:val="22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 (кВт*ч/м</w:t>
            </w:r>
            <w:r w:rsidRPr="00622DE5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622DE5">
              <w:rPr>
                <w:color w:val="000000"/>
                <w:sz w:val="22"/>
                <w:szCs w:val="22"/>
                <w:lang w:eastAsia="ru-RU"/>
              </w:rPr>
              <w:t xml:space="preserve">) – </w:t>
            </w:r>
            <w:r w:rsidRPr="00622DE5">
              <w:rPr>
                <w:color w:val="000000"/>
                <w:sz w:val="22"/>
                <w:szCs w:val="22"/>
                <w:u w:val="single"/>
                <w:lang w:eastAsia="ru-RU"/>
              </w:rPr>
              <w:t>для организаций, оказывающих услуги по транспортировке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rPr>
          <w:trHeight w:val="2259"/>
        </w:trPr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F816D6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Удельный расход электрической энергии, потребляемой в технологическом процессе водоподготовки и транспортировки питьевой воды, на единицу объема, отпускаемой в сеть (кВт*ч/м</w:t>
            </w:r>
            <w:r w:rsidRPr="00622DE5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622DE5">
              <w:rPr>
                <w:color w:val="000000"/>
                <w:sz w:val="22"/>
                <w:szCs w:val="22"/>
                <w:lang w:eastAsia="ru-RU"/>
              </w:rPr>
              <w:t xml:space="preserve">) – </w:t>
            </w:r>
            <w:r w:rsidRPr="00622DE5">
              <w:rPr>
                <w:color w:val="000000"/>
                <w:sz w:val="22"/>
                <w:szCs w:val="22"/>
                <w:u w:val="single"/>
                <w:lang w:eastAsia="ru-RU"/>
              </w:rPr>
              <w:t>для организаций, оказывающих услуги водоснабжения (полный цикл)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1,37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1,37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rPr>
          <w:trHeight w:val="1978"/>
        </w:trPr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4.5.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F816D6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 (кВт*ч/ м</w:t>
            </w:r>
            <w:r w:rsidRPr="00622DE5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622DE5">
              <w:rPr>
                <w:color w:val="000000"/>
                <w:sz w:val="22"/>
                <w:szCs w:val="22"/>
                <w:lang w:eastAsia="ru-RU"/>
              </w:rPr>
              <w:t xml:space="preserve">) – </w:t>
            </w:r>
            <w:r w:rsidRPr="00622DE5">
              <w:rPr>
                <w:color w:val="000000"/>
                <w:sz w:val="22"/>
                <w:szCs w:val="22"/>
                <w:u w:val="single"/>
                <w:lang w:eastAsia="ru-RU"/>
              </w:rPr>
              <w:t>для организаций, оказывающих услуги по очистке сточных вод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rPr>
          <w:trHeight w:val="2117"/>
        </w:trPr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4.6.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F816D6">
            <w:pPr>
              <w:rPr>
                <w:color w:val="000000"/>
                <w:sz w:val="22"/>
                <w:szCs w:val="22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(кВт*ч/ м</w:t>
            </w:r>
            <w:r w:rsidRPr="00622DE5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622DE5">
              <w:rPr>
                <w:color w:val="000000"/>
                <w:sz w:val="22"/>
                <w:szCs w:val="22"/>
                <w:lang w:eastAsia="ru-RU"/>
              </w:rPr>
              <w:t xml:space="preserve">) – </w:t>
            </w:r>
            <w:r w:rsidRPr="00622DE5">
              <w:rPr>
                <w:color w:val="000000"/>
                <w:sz w:val="22"/>
                <w:szCs w:val="22"/>
                <w:u w:val="single"/>
                <w:lang w:eastAsia="ru-RU"/>
              </w:rPr>
              <w:t>для организаций, оказывающих услуги по транспортировке сточных вод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00E68" w:rsidRPr="00133D48">
        <w:trPr>
          <w:trHeight w:val="2248"/>
        </w:trPr>
        <w:tc>
          <w:tcPr>
            <w:tcW w:w="73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4.7.</w:t>
            </w:r>
          </w:p>
        </w:tc>
        <w:tc>
          <w:tcPr>
            <w:tcW w:w="3659" w:type="dxa"/>
            <w:vAlign w:val="center"/>
          </w:tcPr>
          <w:p w:rsidR="00C00E68" w:rsidRPr="00622DE5" w:rsidRDefault="00C00E68" w:rsidP="00F816D6">
            <w:pPr>
              <w:rPr>
                <w:color w:val="000000"/>
                <w:sz w:val="22"/>
                <w:szCs w:val="22"/>
                <w:lang w:eastAsia="ru-RU"/>
              </w:rPr>
            </w:pPr>
            <w:r w:rsidRPr="00622DE5">
              <w:rPr>
                <w:color w:val="000000"/>
                <w:sz w:val="22"/>
                <w:szCs w:val="22"/>
                <w:lang w:eastAsia="ru-RU"/>
              </w:rPr>
              <w:t>Удельный расход электрической энергии, потребляемой в технологическом процессе водоотведения сточных вод, на единицу объема отводимых сточных вод (кВт*ч/ м</w:t>
            </w:r>
            <w:r w:rsidRPr="00622DE5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622DE5">
              <w:rPr>
                <w:color w:val="000000"/>
                <w:sz w:val="22"/>
                <w:szCs w:val="22"/>
                <w:lang w:eastAsia="ru-RU"/>
              </w:rPr>
              <w:t xml:space="preserve">) – </w:t>
            </w:r>
            <w:r w:rsidRPr="00622DE5">
              <w:rPr>
                <w:color w:val="000000"/>
                <w:sz w:val="22"/>
                <w:szCs w:val="22"/>
                <w:u w:val="single"/>
                <w:lang w:eastAsia="ru-RU"/>
              </w:rPr>
              <w:t>для организаций, оказывающих услуги по водоотведению</w:t>
            </w:r>
          </w:p>
        </w:tc>
        <w:tc>
          <w:tcPr>
            <w:tcW w:w="1559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255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0,37</w:t>
            </w:r>
          </w:p>
        </w:tc>
        <w:tc>
          <w:tcPr>
            <w:tcW w:w="2551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  <w:r w:rsidRPr="00133D48">
        <w:rPr>
          <w:color w:val="000000"/>
          <w:sz w:val="28"/>
          <w:szCs w:val="28"/>
          <w:lang w:eastAsia="ru-RU"/>
        </w:rPr>
        <w:t>Раздел 10. Отчет об исполнении производственной программы за 2014 год</w:t>
      </w:r>
    </w:p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tbl>
      <w:tblPr>
        <w:tblW w:w="101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5935"/>
        <w:gridCol w:w="3532"/>
      </w:tblGrid>
      <w:tr w:rsidR="00C00E68" w:rsidRPr="00133D48">
        <w:tc>
          <w:tcPr>
            <w:tcW w:w="706" w:type="dxa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93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53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Фактическое значение показателя, тыс. руб.</w:t>
            </w:r>
          </w:p>
        </w:tc>
      </w:tr>
      <w:tr w:rsidR="00C00E68" w:rsidRPr="00133D48">
        <w:trPr>
          <w:trHeight w:val="541"/>
        </w:trPr>
        <w:tc>
          <w:tcPr>
            <w:tcW w:w="10173" w:type="dxa"/>
            <w:gridSpan w:val="3"/>
            <w:vAlign w:val="center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14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Холодное водоснабжение питьевой водой</w:t>
            </w:r>
          </w:p>
        </w:tc>
      </w:tr>
      <w:tr w:rsidR="00C00E68" w:rsidRPr="00133D48">
        <w:tc>
          <w:tcPr>
            <w:tcW w:w="706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5935" w:type="dxa"/>
          </w:tcPr>
          <w:p w:rsidR="00C00E68" w:rsidRPr="00622DE5" w:rsidRDefault="00C00E68" w:rsidP="006F17D4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Капитальный ремонт</w:t>
            </w:r>
          </w:p>
        </w:tc>
        <w:tc>
          <w:tcPr>
            <w:tcW w:w="353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2808,45</w:t>
            </w:r>
          </w:p>
        </w:tc>
      </w:tr>
      <w:tr w:rsidR="00C00E68" w:rsidRPr="00133D48">
        <w:tc>
          <w:tcPr>
            <w:tcW w:w="6641" w:type="dxa"/>
            <w:gridSpan w:val="2"/>
            <w:vAlign w:val="center"/>
          </w:tcPr>
          <w:p w:rsidR="00C00E68" w:rsidRPr="00622DE5" w:rsidRDefault="00C00E68" w:rsidP="006F17D4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53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2808,45</w:t>
            </w:r>
          </w:p>
        </w:tc>
      </w:tr>
      <w:tr w:rsidR="00C00E68" w:rsidRPr="00133D48">
        <w:trPr>
          <w:trHeight w:val="514"/>
        </w:trPr>
        <w:tc>
          <w:tcPr>
            <w:tcW w:w="10173" w:type="dxa"/>
            <w:gridSpan w:val="3"/>
            <w:vAlign w:val="center"/>
          </w:tcPr>
          <w:p w:rsidR="00C00E68" w:rsidRPr="00622DE5" w:rsidRDefault="00C00E68" w:rsidP="00622DE5">
            <w:pPr>
              <w:pStyle w:val="ListParagraph"/>
              <w:numPr>
                <w:ilvl w:val="0"/>
                <w:numId w:val="14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Водоотведение</w:t>
            </w:r>
          </w:p>
        </w:tc>
      </w:tr>
      <w:tr w:rsidR="00C00E68" w:rsidRPr="00133D48">
        <w:tc>
          <w:tcPr>
            <w:tcW w:w="706" w:type="dxa"/>
            <w:vAlign w:val="center"/>
          </w:tcPr>
          <w:p w:rsidR="00C00E68" w:rsidRPr="00622DE5" w:rsidRDefault="00C00E68" w:rsidP="006F17D4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5935" w:type="dxa"/>
            <w:vAlign w:val="center"/>
          </w:tcPr>
          <w:p w:rsidR="00C00E68" w:rsidRPr="00622DE5" w:rsidRDefault="00C00E68" w:rsidP="006F17D4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Капитальный ремонт</w:t>
            </w:r>
          </w:p>
        </w:tc>
        <w:tc>
          <w:tcPr>
            <w:tcW w:w="353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2423,82</w:t>
            </w:r>
          </w:p>
        </w:tc>
      </w:tr>
      <w:tr w:rsidR="00C00E68" w:rsidRPr="00133D48">
        <w:tc>
          <w:tcPr>
            <w:tcW w:w="6641" w:type="dxa"/>
            <w:gridSpan w:val="2"/>
            <w:vAlign w:val="center"/>
          </w:tcPr>
          <w:p w:rsidR="00C00E68" w:rsidRPr="00622DE5" w:rsidRDefault="00C00E68" w:rsidP="00FB1C58">
            <w:pPr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532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2423,82</w:t>
            </w:r>
          </w:p>
        </w:tc>
      </w:tr>
    </w:tbl>
    <w:p w:rsidR="00C00E68" w:rsidRPr="00133D48" w:rsidRDefault="00C00E68" w:rsidP="00A806C8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98628D">
      <w:pPr>
        <w:ind w:left="-567"/>
        <w:jc w:val="center"/>
        <w:rPr>
          <w:color w:val="000000"/>
          <w:sz w:val="28"/>
          <w:szCs w:val="28"/>
          <w:lang w:eastAsia="ru-RU"/>
        </w:rPr>
      </w:pPr>
      <w:r w:rsidRPr="00133D48">
        <w:rPr>
          <w:color w:val="000000"/>
          <w:sz w:val="28"/>
          <w:szCs w:val="28"/>
          <w:lang w:eastAsia="ru-RU"/>
        </w:rPr>
        <w:t>Раздел 11. Мероприятия, направленные на повышение качества обслуживания абонентов</w:t>
      </w:r>
    </w:p>
    <w:p w:rsidR="00C00E68" w:rsidRPr="00133D48" w:rsidRDefault="00C00E68" w:rsidP="0098628D">
      <w:pPr>
        <w:ind w:left="-567"/>
        <w:jc w:val="center"/>
        <w:rPr>
          <w:color w:val="000000"/>
          <w:sz w:val="28"/>
          <w:szCs w:val="28"/>
          <w:lang w:eastAsia="ru-RU"/>
        </w:rPr>
      </w:pPr>
    </w:p>
    <w:tbl>
      <w:tblPr>
        <w:tblW w:w="991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5"/>
        <w:gridCol w:w="3983"/>
      </w:tblGrid>
      <w:tr w:rsidR="00C00E68" w:rsidRPr="00133D48">
        <w:trPr>
          <w:trHeight w:val="748"/>
        </w:trPr>
        <w:tc>
          <w:tcPr>
            <w:tcW w:w="593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398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Период проведения мероприятий</w:t>
            </w:r>
          </w:p>
        </w:tc>
      </w:tr>
      <w:tr w:rsidR="00C00E68" w:rsidRPr="00133D48">
        <w:trPr>
          <w:trHeight w:val="517"/>
        </w:trPr>
        <w:tc>
          <w:tcPr>
            <w:tcW w:w="5935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83" w:type="dxa"/>
            <w:vAlign w:val="center"/>
          </w:tcPr>
          <w:p w:rsidR="00C00E68" w:rsidRPr="00622DE5" w:rsidRDefault="00C00E68" w:rsidP="00622D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22DE5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A806C8">
      <w:pPr>
        <w:jc w:val="both"/>
        <w:rPr>
          <w:color w:val="000000"/>
          <w:sz w:val="28"/>
          <w:szCs w:val="28"/>
        </w:rPr>
      </w:pPr>
    </w:p>
    <w:p w:rsidR="00C00E68" w:rsidRPr="00133D48" w:rsidRDefault="00C00E68" w:rsidP="00524BCA">
      <w:pPr>
        <w:tabs>
          <w:tab w:val="left" w:pos="0"/>
        </w:tabs>
        <w:ind w:left="3544"/>
        <w:jc w:val="center"/>
        <w:rPr>
          <w:color w:val="000000"/>
          <w:sz w:val="28"/>
          <w:szCs w:val="28"/>
          <w:lang w:eastAsia="ru-RU"/>
        </w:rPr>
      </w:pPr>
    </w:p>
    <w:p w:rsidR="00C00E68" w:rsidRPr="00133D48" w:rsidRDefault="00C00E68" w:rsidP="00524BCA">
      <w:pPr>
        <w:tabs>
          <w:tab w:val="left" w:pos="0"/>
        </w:tabs>
        <w:ind w:left="3544"/>
        <w:jc w:val="center"/>
        <w:rPr>
          <w:color w:val="000000"/>
          <w:sz w:val="28"/>
          <w:szCs w:val="28"/>
        </w:rPr>
      </w:pPr>
      <w:r w:rsidRPr="00133D48">
        <w:rPr>
          <w:color w:val="000000"/>
          <w:sz w:val="28"/>
          <w:szCs w:val="28"/>
          <w:lang w:eastAsia="ru-RU"/>
        </w:rPr>
        <w:t>Приложение № 2</w:t>
      </w:r>
      <w:r w:rsidRPr="00133D48">
        <w:rPr>
          <w:color w:val="000000"/>
          <w:sz w:val="28"/>
          <w:szCs w:val="28"/>
          <w:lang w:eastAsia="ru-RU"/>
        </w:rPr>
        <w:br/>
        <w:t>к постановлению региональной энергетической комиссии Кемеровской области</w:t>
      </w:r>
      <w:r w:rsidRPr="00133D48">
        <w:rPr>
          <w:color w:val="000000"/>
          <w:sz w:val="28"/>
          <w:szCs w:val="28"/>
          <w:lang w:eastAsia="ru-RU"/>
        </w:rPr>
        <w:br/>
        <w:t>от</w:t>
      </w:r>
      <w:r>
        <w:rPr>
          <w:color w:val="000000"/>
          <w:sz w:val="28"/>
          <w:szCs w:val="28"/>
          <w:lang w:eastAsia="ru-RU"/>
        </w:rPr>
        <w:t>«3»дека</w:t>
      </w:r>
      <w:r w:rsidRPr="00133D48">
        <w:rPr>
          <w:color w:val="000000"/>
          <w:sz w:val="28"/>
          <w:szCs w:val="28"/>
          <w:lang w:eastAsia="ru-RU"/>
        </w:rPr>
        <w:t>бря 2015 г. №</w:t>
      </w:r>
      <w:r>
        <w:rPr>
          <w:color w:val="000000"/>
          <w:sz w:val="28"/>
          <w:szCs w:val="28"/>
          <w:lang w:eastAsia="ru-RU"/>
        </w:rPr>
        <w:t xml:space="preserve"> 742</w:t>
      </w:r>
      <w:bookmarkStart w:id="0" w:name="_GoBack"/>
      <w:bookmarkEnd w:id="0"/>
    </w:p>
    <w:p w:rsidR="00C00E68" w:rsidRPr="00133D48" w:rsidRDefault="00C00E68" w:rsidP="00524BCA">
      <w:pPr>
        <w:tabs>
          <w:tab w:val="left" w:pos="0"/>
          <w:tab w:val="left" w:pos="3052"/>
        </w:tabs>
        <w:ind w:left="3544"/>
        <w:rPr>
          <w:color w:val="000000"/>
        </w:rPr>
      </w:pPr>
      <w:r w:rsidRPr="00133D48">
        <w:rPr>
          <w:color w:val="000000"/>
        </w:rPr>
        <w:tab/>
      </w:r>
    </w:p>
    <w:p w:rsidR="00C00E68" w:rsidRPr="00133D48" w:rsidRDefault="00C00E68" w:rsidP="00524BCA">
      <w:pPr>
        <w:tabs>
          <w:tab w:val="left" w:pos="0"/>
          <w:tab w:val="left" w:pos="3052"/>
        </w:tabs>
        <w:ind w:left="3544"/>
        <w:rPr>
          <w:color w:val="000000"/>
        </w:rPr>
      </w:pPr>
    </w:p>
    <w:p w:rsidR="00C00E68" w:rsidRPr="00133D48" w:rsidRDefault="00C00E68" w:rsidP="00524BCA">
      <w:pPr>
        <w:tabs>
          <w:tab w:val="left" w:pos="0"/>
          <w:tab w:val="left" w:pos="3052"/>
        </w:tabs>
        <w:ind w:left="3544"/>
        <w:rPr>
          <w:color w:val="000000"/>
        </w:rPr>
      </w:pPr>
    </w:p>
    <w:p w:rsidR="00C00E68" w:rsidRPr="00133D48" w:rsidRDefault="00C00E68" w:rsidP="00254A07">
      <w:pPr>
        <w:jc w:val="center"/>
        <w:rPr>
          <w:b/>
          <w:bCs/>
          <w:color w:val="000000"/>
          <w:sz w:val="28"/>
          <w:szCs w:val="28"/>
        </w:rPr>
      </w:pPr>
      <w:r w:rsidRPr="00133D48">
        <w:rPr>
          <w:b/>
          <w:bCs/>
          <w:color w:val="000000"/>
          <w:sz w:val="28"/>
          <w:szCs w:val="28"/>
        </w:rPr>
        <w:t>Одноставочные тарифы на питьевую воду, водоотведение</w:t>
      </w:r>
    </w:p>
    <w:p w:rsidR="00C00E68" w:rsidRPr="00133D48" w:rsidRDefault="00C00E68" w:rsidP="00A64E17">
      <w:pPr>
        <w:jc w:val="center"/>
        <w:rPr>
          <w:b/>
          <w:bCs/>
          <w:color w:val="000000"/>
          <w:sz w:val="28"/>
          <w:szCs w:val="28"/>
        </w:rPr>
      </w:pPr>
      <w:r w:rsidRPr="00133D48">
        <w:rPr>
          <w:b/>
          <w:bCs/>
          <w:color w:val="000000"/>
          <w:sz w:val="28"/>
          <w:szCs w:val="28"/>
        </w:rPr>
        <w:t>ООО «ЮРГА ВОДТРАНС» (г. Юрга)</w:t>
      </w:r>
    </w:p>
    <w:p w:rsidR="00C00E68" w:rsidRPr="00133D48" w:rsidRDefault="00C00E68" w:rsidP="00A64E17">
      <w:pPr>
        <w:jc w:val="center"/>
        <w:rPr>
          <w:b/>
          <w:bCs/>
          <w:color w:val="000000"/>
          <w:sz w:val="28"/>
          <w:szCs w:val="28"/>
        </w:rPr>
      </w:pPr>
      <w:r w:rsidRPr="00133D48">
        <w:rPr>
          <w:b/>
          <w:bCs/>
          <w:color w:val="000000"/>
          <w:sz w:val="28"/>
          <w:szCs w:val="28"/>
        </w:rPr>
        <w:t>на период с 01.01.2016 по 31.12.2018</w:t>
      </w:r>
    </w:p>
    <w:p w:rsidR="00C00E68" w:rsidRPr="00133D48" w:rsidRDefault="00C00E68" w:rsidP="00A64E17">
      <w:pPr>
        <w:jc w:val="center"/>
        <w:rPr>
          <w:b/>
          <w:bCs/>
          <w:color w:val="000000"/>
          <w:sz w:val="28"/>
          <w:szCs w:val="28"/>
        </w:rPr>
      </w:pPr>
    </w:p>
    <w:p w:rsidR="00C00E68" w:rsidRPr="00133D48" w:rsidRDefault="00C00E68" w:rsidP="00A64E17">
      <w:pPr>
        <w:jc w:val="center"/>
        <w:rPr>
          <w:b/>
          <w:bCs/>
          <w:color w:val="000000"/>
          <w:sz w:val="28"/>
          <w:szCs w:val="28"/>
        </w:rPr>
      </w:pPr>
    </w:p>
    <w:p w:rsidR="00C00E68" w:rsidRPr="00133D48" w:rsidRDefault="00C00E68" w:rsidP="00524BCA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0334" w:type="dxa"/>
        <w:tblInd w:w="2" w:type="dxa"/>
        <w:tblLayout w:type="fixed"/>
        <w:tblCellMar>
          <w:left w:w="57" w:type="dxa"/>
          <w:right w:w="57" w:type="dxa"/>
        </w:tblCellMar>
        <w:tblLook w:val="00A0"/>
      </w:tblPr>
      <w:tblGrid>
        <w:gridCol w:w="636"/>
        <w:gridCol w:w="2004"/>
        <w:gridCol w:w="1276"/>
        <w:gridCol w:w="1366"/>
        <w:gridCol w:w="1276"/>
        <w:gridCol w:w="1276"/>
        <w:gridCol w:w="1276"/>
        <w:gridCol w:w="1224"/>
      </w:tblGrid>
      <w:tr w:rsidR="00C00E68" w:rsidRPr="00133D48" w:rsidTr="005A1BC5">
        <w:trPr>
          <w:trHeight w:val="49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EA251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EA251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Наименование услуг, потребителей</w:t>
            </w:r>
          </w:p>
        </w:tc>
        <w:tc>
          <w:tcPr>
            <w:tcW w:w="7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EA2512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Тариф, руб./м</w:t>
            </w:r>
            <w:r w:rsidRPr="00133D48">
              <w:rPr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  <w:tr w:rsidR="00C00E68" w:rsidRPr="00133D48" w:rsidTr="005A1BC5">
        <w:trPr>
          <w:trHeight w:val="40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68" w:rsidRPr="00133D48" w:rsidRDefault="00C00E68" w:rsidP="00EA2512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68" w:rsidRPr="00133D48" w:rsidRDefault="00C00E68" w:rsidP="00EA2512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456C4A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456C4A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456C4A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2018 год</w:t>
            </w:r>
          </w:p>
        </w:tc>
      </w:tr>
      <w:tr w:rsidR="00C00E68" w:rsidRPr="00133D48" w:rsidTr="005A1BC5">
        <w:trPr>
          <w:trHeight w:val="88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68" w:rsidRPr="00133D48" w:rsidRDefault="00C00E68" w:rsidP="00A76794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E68" w:rsidRPr="00133D48" w:rsidRDefault="00C00E68" w:rsidP="00A76794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 xml:space="preserve">с 01.01. </w:t>
            </w:r>
          </w:p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по 30.06.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с 01.07. по 31.12.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 xml:space="preserve">с 01.01. </w:t>
            </w:r>
          </w:p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по 30.06.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с 01.07. по 31.12.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 xml:space="preserve">с 01.01. </w:t>
            </w:r>
          </w:p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по 30.06.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с 01.07. по 31.12.</w:t>
            </w:r>
          </w:p>
        </w:tc>
      </w:tr>
      <w:tr w:rsidR="00C00E68" w:rsidRPr="00133D48" w:rsidTr="005A1BC5">
        <w:trPr>
          <w:trHeight w:val="435"/>
        </w:trPr>
        <w:tc>
          <w:tcPr>
            <w:tcW w:w="103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5C4868">
            <w:pPr>
              <w:pStyle w:val="ListParagraph"/>
              <w:numPr>
                <w:ilvl w:val="0"/>
                <w:numId w:val="38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Питьевая вода</w:t>
            </w:r>
          </w:p>
        </w:tc>
      </w:tr>
      <w:tr w:rsidR="00C00E68" w:rsidRPr="00133D48" w:rsidTr="005A1BC5">
        <w:trPr>
          <w:trHeight w:val="4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Default="00C00E68" w:rsidP="00261A0E">
            <w:pPr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 xml:space="preserve">Население </w:t>
            </w:r>
          </w:p>
          <w:p w:rsidR="00C00E68" w:rsidRPr="00133D48" w:rsidRDefault="00C00E68" w:rsidP="00261A0E">
            <w:pPr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(с НДС)*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26,08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28,18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29,69</w:t>
            </w:r>
          </w:p>
        </w:tc>
      </w:tr>
      <w:tr w:rsidR="00C00E68" w:rsidRPr="00133D48" w:rsidTr="005A1BC5">
        <w:trPr>
          <w:trHeight w:val="55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Прочие потребители     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22,10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23,88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A7679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25,16</w:t>
            </w:r>
          </w:p>
        </w:tc>
      </w:tr>
      <w:tr w:rsidR="00C00E68" w:rsidRPr="00133D48" w:rsidTr="005A1BC5">
        <w:trPr>
          <w:trHeight w:val="435"/>
        </w:trPr>
        <w:tc>
          <w:tcPr>
            <w:tcW w:w="103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5C4868">
            <w:pPr>
              <w:pStyle w:val="ListParagraph"/>
              <w:numPr>
                <w:ilvl w:val="0"/>
                <w:numId w:val="38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Питьевая вода (подъем и водоподготовка)**</w:t>
            </w:r>
          </w:p>
        </w:tc>
      </w:tr>
      <w:tr w:rsidR="00C00E68" w:rsidRPr="00133D48" w:rsidTr="005A1BC5">
        <w:trPr>
          <w:trHeight w:val="4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Default="00C00E68" w:rsidP="00261A0E">
            <w:pPr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 xml:space="preserve">Население </w:t>
            </w:r>
          </w:p>
          <w:p w:rsidR="00C00E68" w:rsidRPr="00133D48" w:rsidRDefault="00C00E68" w:rsidP="00261A0E">
            <w:pPr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(с НДС)*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21,54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23,36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24,64</w:t>
            </w:r>
          </w:p>
        </w:tc>
      </w:tr>
      <w:tr w:rsidR="00C00E68" w:rsidRPr="00133D48" w:rsidTr="005A1BC5">
        <w:trPr>
          <w:trHeight w:val="55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Прочие потребители     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18,25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19,80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20,88</w:t>
            </w:r>
          </w:p>
        </w:tc>
      </w:tr>
      <w:tr w:rsidR="00C00E68" w:rsidRPr="00133D48" w:rsidTr="005A1BC5">
        <w:trPr>
          <w:trHeight w:val="435"/>
        </w:trPr>
        <w:tc>
          <w:tcPr>
            <w:tcW w:w="103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5C4868">
            <w:pPr>
              <w:pStyle w:val="ListParagraph"/>
              <w:numPr>
                <w:ilvl w:val="0"/>
                <w:numId w:val="38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Водоотведение</w:t>
            </w:r>
          </w:p>
        </w:tc>
      </w:tr>
      <w:tr w:rsidR="00C00E68" w:rsidRPr="00133D48" w:rsidTr="005A1BC5">
        <w:trPr>
          <w:trHeight w:val="5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Default="00C00E68" w:rsidP="00261A0E">
            <w:pPr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 xml:space="preserve">Население </w:t>
            </w:r>
          </w:p>
          <w:p w:rsidR="00C00E68" w:rsidRPr="00133D48" w:rsidRDefault="00C00E68" w:rsidP="00261A0E">
            <w:pPr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(с НДС)*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11,47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12,30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12,94</w:t>
            </w:r>
          </w:p>
        </w:tc>
      </w:tr>
      <w:tr w:rsidR="00C00E68" w:rsidRPr="00133D48" w:rsidTr="005A1BC5">
        <w:trPr>
          <w:trHeight w:val="5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Прочие потребители           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9,72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10,42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154B5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10,97</w:t>
            </w:r>
          </w:p>
        </w:tc>
      </w:tr>
      <w:tr w:rsidR="00C00E68" w:rsidRPr="00133D48" w:rsidTr="005A1BC5">
        <w:trPr>
          <w:trHeight w:val="435"/>
        </w:trPr>
        <w:tc>
          <w:tcPr>
            <w:tcW w:w="103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FB6310">
            <w:pPr>
              <w:pStyle w:val="ListParagraph"/>
              <w:numPr>
                <w:ilvl w:val="0"/>
                <w:numId w:val="38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Водоотведение (очистка сточных вод)**</w:t>
            </w:r>
          </w:p>
        </w:tc>
      </w:tr>
      <w:tr w:rsidR="00C00E68" w:rsidRPr="00133D48" w:rsidTr="005A1BC5">
        <w:trPr>
          <w:trHeight w:val="5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Default="00C00E68" w:rsidP="00222383">
            <w:pPr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 xml:space="preserve">Население </w:t>
            </w:r>
          </w:p>
          <w:p w:rsidR="00C00E68" w:rsidRPr="00133D48" w:rsidRDefault="00C00E68" w:rsidP="00222383">
            <w:pPr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(с НДС)*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11,47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12,30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12,94</w:t>
            </w:r>
          </w:p>
        </w:tc>
      </w:tr>
      <w:tr w:rsidR="00C00E68" w:rsidRPr="00133D48" w:rsidTr="005A1BC5">
        <w:trPr>
          <w:trHeight w:val="5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Прочие потребители           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9,72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10,42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E68" w:rsidRPr="00133D48" w:rsidRDefault="00C00E68" w:rsidP="0022238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33D48">
              <w:rPr>
                <w:color w:val="000000"/>
                <w:sz w:val="28"/>
                <w:szCs w:val="28"/>
                <w:lang w:eastAsia="ru-RU"/>
              </w:rPr>
              <w:t>10,97</w:t>
            </w:r>
          </w:p>
        </w:tc>
      </w:tr>
    </w:tbl>
    <w:p w:rsidR="00C00E68" w:rsidRPr="00133D48" w:rsidRDefault="00C00E68" w:rsidP="00524BCA">
      <w:pPr>
        <w:ind w:firstLine="709"/>
        <w:jc w:val="both"/>
        <w:rPr>
          <w:color w:val="000000"/>
          <w:sz w:val="28"/>
          <w:szCs w:val="28"/>
        </w:rPr>
      </w:pPr>
    </w:p>
    <w:p w:rsidR="00C00E68" w:rsidRPr="00133D48" w:rsidRDefault="00C00E68" w:rsidP="00721E84">
      <w:pPr>
        <w:ind w:left="-709" w:firstLine="709"/>
        <w:jc w:val="both"/>
        <w:rPr>
          <w:color w:val="000000"/>
          <w:sz w:val="28"/>
          <w:szCs w:val="28"/>
        </w:rPr>
      </w:pPr>
      <w:r w:rsidRPr="00133D48">
        <w:rPr>
          <w:color w:val="000000"/>
          <w:sz w:val="28"/>
          <w:szCs w:val="28"/>
        </w:rPr>
        <w:t>*Выделяется в целях реализации пункта 6 статьи 168 Налогового кодекса Российской Федерации.</w:t>
      </w:r>
    </w:p>
    <w:p w:rsidR="00C00E68" w:rsidRPr="00133D48" w:rsidRDefault="00C00E68" w:rsidP="005C4868">
      <w:pPr>
        <w:ind w:left="-709" w:firstLine="709"/>
        <w:jc w:val="both"/>
        <w:rPr>
          <w:color w:val="000000"/>
          <w:sz w:val="28"/>
          <w:szCs w:val="28"/>
        </w:rPr>
      </w:pPr>
      <w:r w:rsidRPr="00133D48">
        <w:rPr>
          <w:color w:val="000000"/>
          <w:sz w:val="28"/>
          <w:szCs w:val="28"/>
        </w:rPr>
        <w:t xml:space="preserve">** Тарифы установлены для предъявления гарантирующей организации -   АО «ГУ ЖКХ», ИНН </w:t>
      </w:r>
      <w:r w:rsidRPr="00AF28C1">
        <w:rPr>
          <w:color w:val="000000"/>
          <w:sz w:val="28"/>
          <w:szCs w:val="28"/>
        </w:rPr>
        <w:t>5116000922</w:t>
      </w:r>
      <w:r w:rsidRPr="00133D48">
        <w:rPr>
          <w:color w:val="000000"/>
          <w:sz w:val="28"/>
          <w:szCs w:val="28"/>
        </w:rPr>
        <w:t>.</w:t>
      </w:r>
    </w:p>
    <w:p w:rsidR="00C00E68" w:rsidRPr="00133D48" w:rsidRDefault="00C00E68" w:rsidP="00721E84">
      <w:pPr>
        <w:ind w:left="-709" w:firstLine="709"/>
        <w:jc w:val="both"/>
        <w:rPr>
          <w:color w:val="000000"/>
          <w:sz w:val="28"/>
          <w:szCs w:val="28"/>
        </w:rPr>
      </w:pPr>
    </w:p>
    <w:sectPr w:rsidR="00C00E68" w:rsidRPr="00133D48" w:rsidSect="005F6327">
      <w:headerReference w:type="default" r:id="rId7"/>
      <w:pgSz w:w="11906" w:h="16838"/>
      <w:pgMar w:top="851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E68" w:rsidRDefault="00C00E68" w:rsidP="00524BCA">
      <w:r>
        <w:separator/>
      </w:r>
    </w:p>
  </w:endnote>
  <w:endnote w:type="continuationSeparator" w:id="1">
    <w:p w:rsidR="00C00E68" w:rsidRDefault="00C00E68" w:rsidP="00524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E68" w:rsidRDefault="00C00E68" w:rsidP="00524BCA">
      <w:r>
        <w:separator/>
      </w:r>
    </w:p>
  </w:footnote>
  <w:footnote w:type="continuationSeparator" w:id="1">
    <w:p w:rsidR="00C00E68" w:rsidRDefault="00C00E68" w:rsidP="00524B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E68" w:rsidRDefault="00C00E68">
    <w:pPr>
      <w:pStyle w:val="Header"/>
      <w:jc w:val="center"/>
    </w:pPr>
    <w:fldSimple w:instr=" PAGE   \* MERGEFORMAT ">
      <w:r>
        <w:rPr>
          <w:noProof/>
        </w:rPr>
        <w:t>18</w:t>
      </w:r>
    </w:fldSimple>
  </w:p>
  <w:p w:rsidR="00C00E68" w:rsidRDefault="00C00E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7C7E"/>
    <w:multiLevelType w:val="hybridMultilevel"/>
    <w:tmpl w:val="02EA4214"/>
    <w:lvl w:ilvl="0" w:tplc="D2FA3CBA">
      <w:start w:val="1"/>
      <w:numFmt w:val="bullet"/>
      <w:lvlText w:val=""/>
      <w:lvlJc w:val="left"/>
      <w:pPr>
        <w:ind w:left="643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1">
    <w:nsid w:val="081F3A3C"/>
    <w:multiLevelType w:val="hybridMultilevel"/>
    <w:tmpl w:val="95043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40B2E"/>
    <w:multiLevelType w:val="hybridMultilevel"/>
    <w:tmpl w:val="5BA2D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C5F05"/>
    <w:multiLevelType w:val="hybridMultilevel"/>
    <w:tmpl w:val="E7C02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72156"/>
    <w:multiLevelType w:val="hybridMultilevel"/>
    <w:tmpl w:val="296EA7F8"/>
    <w:lvl w:ilvl="0" w:tplc="7602B2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4F2F35"/>
    <w:multiLevelType w:val="multilevel"/>
    <w:tmpl w:val="5B007C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i w:val="0"/>
        <w:iCs w:val="0"/>
      </w:rPr>
    </w:lvl>
  </w:abstractNum>
  <w:abstractNum w:abstractNumId="6">
    <w:nsid w:val="184E2E6F"/>
    <w:multiLevelType w:val="hybridMultilevel"/>
    <w:tmpl w:val="574C8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B5CDE"/>
    <w:multiLevelType w:val="hybridMultilevel"/>
    <w:tmpl w:val="5D2E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46527"/>
    <w:multiLevelType w:val="hybridMultilevel"/>
    <w:tmpl w:val="95F09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B50C0"/>
    <w:multiLevelType w:val="hybridMultilevel"/>
    <w:tmpl w:val="9BB60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CF474C"/>
    <w:multiLevelType w:val="hybridMultilevel"/>
    <w:tmpl w:val="205CF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8C49B1"/>
    <w:multiLevelType w:val="hybridMultilevel"/>
    <w:tmpl w:val="E6387BFC"/>
    <w:lvl w:ilvl="0" w:tplc="F392E10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032956"/>
    <w:multiLevelType w:val="hybridMultilevel"/>
    <w:tmpl w:val="ED98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A72292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4">
    <w:nsid w:val="31D149AA"/>
    <w:multiLevelType w:val="hybridMultilevel"/>
    <w:tmpl w:val="574C8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83944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6">
    <w:nsid w:val="354139B6"/>
    <w:multiLevelType w:val="hybridMultilevel"/>
    <w:tmpl w:val="49D8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800DB"/>
    <w:multiLevelType w:val="multilevel"/>
    <w:tmpl w:val="FF064ECC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8">
    <w:nsid w:val="3AF8014E"/>
    <w:multiLevelType w:val="hybridMultilevel"/>
    <w:tmpl w:val="44027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ED225E"/>
    <w:multiLevelType w:val="hybridMultilevel"/>
    <w:tmpl w:val="F14C7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231C2"/>
    <w:multiLevelType w:val="hybridMultilevel"/>
    <w:tmpl w:val="7C7C23A2"/>
    <w:lvl w:ilvl="0" w:tplc="B31E0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E912C6"/>
    <w:multiLevelType w:val="hybridMultilevel"/>
    <w:tmpl w:val="7660D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31BAB"/>
    <w:multiLevelType w:val="hybridMultilevel"/>
    <w:tmpl w:val="AF329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8D70C2"/>
    <w:multiLevelType w:val="hybridMultilevel"/>
    <w:tmpl w:val="ED98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5364D4"/>
    <w:multiLevelType w:val="hybridMultilevel"/>
    <w:tmpl w:val="5BA2D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4B2C32"/>
    <w:multiLevelType w:val="hybridMultilevel"/>
    <w:tmpl w:val="49D8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3F3AB3"/>
    <w:multiLevelType w:val="hybridMultilevel"/>
    <w:tmpl w:val="AF329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8D46DE"/>
    <w:multiLevelType w:val="hybridMultilevel"/>
    <w:tmpl w:val="49D8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9852C9"/>
    <w:multiLevelType w:val="hybridMultilevel"/>
    <w:tmpl w:val="615C80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213926"/>
    <w:multiLevelType w:val="hybridMultilevel"/>
    <w:tmpl w:val="4E0A3F0A"/>
    <w:lvl w:ilvl="0" w:tplc="66A64C3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47368D6"/>
    <w:multiLevelType w:val="multilevel"/>
    <w:tmpl w:val="7B3E689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>
    <w:nsid w:val="64FF4567"/>
    <w:multiLevelType w:val="hybridMultilevel"/>
    <w:tmpl w:val="AF304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6D3DFB"/>
    <w:multiLevelType w:val="hybridMultilevel"/>
    <w:tmpl w:val="49D8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73B6C"/>
    <w:multiLevelType w:val="hybridMultilevel"/>
    <w:tmpl w:val="49D8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8F7A04"/>
    <w:multiLevelType w:val="hybridMultilevel"/>
    <w:tmpl w:val="06009214"/>
    <w:lvl w:ilvl="0" w:tplc="AA286AB4">
      <w:start w:val="3"/>
      <w:numFmt w:val="decimal"/>
      <w:lvlText w:val="%1"/>
      <w:lvlJc w:val="left"/>
      <w:pPr>
        <w:ind w:left="39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5" w:hanging="360"/>
      </w:pPr>
    </w:lvl>
    <w:lvl w:ilvl="2" w:tplc="0419001B">
      <w:start w:val="1"/>
      <w:numFmt w:val="lowerRoman"/>
      <w:lvlText w:val="%3."/>
      <w:lvlJc w:val="right"/>
      <w:pPr>
        <w:ind w:left="5345" w:hanging="180"/>
      </w:pPr>
    </w:lvl>
    <w:lvl w:ilvl="3" w:tplc="0419000F">
      <w:start w:val="1"/>
      <w:numFmt w:val="decimal"/>
      <w:lvlText w:val="%4."/>
      <w:lvlJc w:val="left"/>
      <w:pPr>
        <w:ind w:left="6065" w:hanging="360"/>
      </w:pPr>
    </w:lvl>
    <w:lvl w:ilvl="4" w:tplc="04190019">
      <w:start w:val="1"/>
      <w:numFmt w:val="lowerLetter"/>
      <w:lvlText w:val="%5."/>
      <w:lvlJc w:val="left"/>
      <w:pPr>
        <w:ind w:left="6785" w:hanging="360"/>
      </w:pPr>
    </w:lvl>
    <w:lvl w:ilvl="5" w:tplc="0419001B">
      <w:start w:val="1"/>
      <w:numFmt w:val="lowerRoman"/>
      <w:lvlText w:val="%6."/>
      <w:lvlJc w:val="right"/>
      <w:pPr>
        <w:ind w:left="7505" w:hanging="180"/>
      </w:pPr>
    </w:lvl>
    <w:lvl w:ilvl="6" w:tplc="0419000F">
      <w:start w:val="1"/>
      <w:numFmt w:val="decimal"/>
      <w:lvlText w:val="%7."/>
      <w:lvlJc w:val="left"/>
      <w:pPr>
        <w:ind w:left="8225" w:hanging="360"/>
      </w:pPr>
    </w:lvl>
    <w:lvl w:ilvl="7" w:tplc="04190019">
      <w:start w:val="1"/>
      <w:numFmt w:val="lowerLetter"/>
      <w:lvlText w:val="%8."/>
      <w:lvlJc w:val="left"/>
      <w:pPr>
        <w:ind w:left="8945" w:hanging="360"/>
      </w:pPr>
    </w:lvl>
    <w:lvl w:ilvl="8" w:tplc="0419001B">
      <w:start w:val="1"/>
      <w:numFmt w:val="lowerRoman"/>
      <w:lvlText w:val="%9."/>
      <w:lvlJc w:val="right"/>
      <w:pPr>
        <w:ind w:left="9665" w:hanging="180"/>
      </w:pPr>
    </w:lvl>
  </w:abstractNum>
  <w:abstractNum w:abstractNumId="35">
    <w:nsid w:val="799E794C"/>
    <w:multiLevelType w:val="hybridMultilevel"/>
    <w:tmpl w:val="9F9EF38E"/>
    <w:lvl w:ilvl="0" w:tplc="1CE04788">
      <w:start w:val="30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512952"/>
    <w:multiLevelType w:val="hybridMultilevel"/>
    <w:tmpl w:val="C164C3E6"/>
    <w:lvl w:ilvl="0" w:tplc="2A1CD1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564958"/>
    <w:multiLevelType w:val="hybridMultilevel"/>
    <w:tmpl w:val="49D8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104F79"/>
    <w:multiLevelType w:val="hybridMultilevel"/>
    <w:tmpl w:val="05CC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5"/>
  </w:num>
  <w:num w:numId="4">
    <w:abstractNumId w:val="5"/>
  </w:num>
  <w:num w:numId="5">
    <w:abstractNumId w:val="0"/>
  </w:num>
  <w:num w:numId="6">
    <w:abstractNumId w:val="30"/>
  </w:num>
  <w:num w:numId="7">
    <w:abstractNumId w:val="38"/>
  </w:num>
  <w:num w:numId="8">
    <w:abstractNumId w:val="31"/>
  </w:num>
  <w:num w:numId="9">
    <w:abstractNumId w:val="3"/>
  </w:num>
  <w:num w:numId="10">
    <w:abstractNumId w:val="4"/>
  </w:num>
  <w:num w:numId="11">
    <w:abstractNumId w:val="34"/>
  </w:num>
  <w:num w:numId="12">
    <w:abstractNumId w:val="35"/>
  </w:num>
  <w:num w:numId="13">
    <w:abstractNumId w:val="10"/>
  </w:num>
  <w:num w:numId="14">
    <w:abstractNumId w:val="1"/>
  </w:num>
  <w:num w:numId="15">
    <w:abstractNumId w:val="28"/>
  </w:num>
  <w:num w:numId="16">
    <w:abstractNumId w:val="11"/>
  </w:num>
  <w:num w:numId="17">
    <w:abstractNumId w:val="29"/>
  </w:num>
  <w:num w:numId="18">
    <w:abstractNumId w:val="16"/>
  </w:num>
  <w:num w:numId="19">
    <w:abstractNumId w:val="25"/>
  </w:num>
  <w:num w:numId="20">
    <w:abstractNumId w:val="33"/>
  </w:num>
  <w:num w:numId="21">
    <w:abstractNumId w:val="22"/>
  </w:num>
  <w:num w:numId="22">
    <w:abstractNumId w:val="21"/>
  </w:num>
  <w:num w:numId="23">
    <w:abstractNumId w:val="7"/>
  </w:num>
  <w:num w:numId="24">
    <w:abstractNumId w:val="6"/>
  </w:num>
  <w:num w:numId="25">
    <w:abstractNumId w:val="19"/>
  </w:num>
  <w:num w:numId="26">
    <w:abstractNumId w:val="20"/>
  </w:num>
  <w:num w:numId="27">
    <w:abstractNumId w:val="8"/>
  </w:num>
  <w:num w:numId="28">
    <w:abstractNumId w:val="9"/>
  </w:num>
  <w:num w:numId="29">
    <w:abstractNumId w:val="14"/>
  </w:num>
  <w:num w:numId="30">
    <w:abstractNumId w:val="18"/>
  </w:num>
  <w:num w:numId="31">
    <w:abstractNumId w:val="37"/>
  </w:num>
  <w:num w:numId="32">
    <w:abstractNumId w:val="32"/>
  </w:num>
  <w:num w:numId="33">
    <w:abstractNumId w:val="2"/>
  </w:num>
  <w:num w:numId="34">
    <w:abstractNumId w:val="27"/>
  </w:num>
  <w:num w:numId="35">
    <w:abstractNumId w:val="26"/>
  </w:num>
  <w:num w:numId="36">
    <w:abstractNumId w:val="23"/>
  </w:num>
  <w:num w:numId="37">
    <w:abstractNumId w:val="12"/>
  </w:num>
  <w:num w:numId="38">
    <w:abstractNumId w:val="36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BCA"/>
    <w:rsid w:val="000000E4"/>
    <w:rsid w:val="0000124F"/>
    <w:rsid w:val="00001D76"/>
    <w:rsid w:val="00002BDD"/>
    <w:rsid w:val="00003F71"/>
    <w:rsid w:val="00006594"/>
    <w:rsid w:val="0000700C"/>
    <w:rsid w:val="00010E25"/>
    <w:rsid w:val="000145C8"/>
    <w:rsid w:val="00014ABC"/>
    <w:rsid w:val="000166FF"/>
    <w:rsid w:val="0001674D"/>
    <w:rsid w:val="0001678B"/>
    <w:rsid w:val="000172B4"/>
    <w:rsid w:val="0002092B"/>
    <w:rsid w:val="00021460"/>
    <w:rsid w:val="0002219D"/>
    <w:rsid w:val="00022299"/>
    <w:rsid w:val="000232AF"/>
    <w:rsid w:val="00023EA8"/>
    <w:rsid w:val="00026361"/>
    <w:rsid w:val="000278D5"/>
    <w:rsid w:val="00027943"/>
    <w:rsid w:val="00027B67"/>
    <w:rsid w:val="0003130B"/>
    <w:rsid w:val="0003382D"/>
    <w:rsid w:val="00034AC5"/>
    <w:rsid w:val="00043DB6"/>
    <w:rsid w:val="00044CD4"/>
    <w:rsid w:val="00045E31"/>
    <w:rsid w:val="000475AE"/>
    <w:rsid w:val="000479F2"/>
    <w:rsid w:val="00050D5E"/>
    <w:rsid w:val="00051A39"/>
    <w:rsid w:val="00053F46"/>
    <w:rsid w:val="00054D6D"/>
    <w:rsid w:val="0005565C"/>
    <w:rsid w:val="0005664B"/>
    <w:rsid w:val="00060151"/>
    <w:rsid w:val="00061AFC"/>
    <w:rsid w:val="00064501"/>
    <w:rsid w:val="00065B19"/>
    <w:rsid w:val="00065FED"/>
    <w:rsid w:val="00066F54"/>
    <w:rsid w:val="00066FB1"/>
    <w:rsid w:val="0006773B"/>
    <w:rsid w:val="000700A8"/>
    <w:rsid w:val="00072D1C"/>
    <w:rsid w:val="00073FB0"/>
    <w:rsid w:val="00074B00"/>
    <w:rsid w:val="00075796"/>
    <w:rsid w:val="0007591D"/>
    <w:rsid w:val="00075FB9"/>
    <w:rsid w:val="0007664A"/>
    <w:rsid w:val="00076FC5"/>
    <w:rsid w:val="00081677"/>
    <w:rsid w:val="00082A49"/>
    <w:rsid w:val="000841A1"/>
    <w:rsid w:val="00085C58"/>
    <w:rsid w:val="00091CCF"/>
    <w:rsid w:val="00093CDE"/>
    <w:rsid w:val="0009602E"/>
    <w:rsid w:val="00096860"/>
    <w:rsid w:val="000A2EE4"/>
    <w:rsid w:val="000A3356"/>
    <w:rsid w:val="000B049D"/>
    <w:rsid w:val="000B0C70"/>
    <w:rsid w:val="000B2C3E"/>
    <w:rsid w:val="000B4E37"/>
    <w:rsid w:val="000B5143"/>
    <w:rsid w:val="000B6795"/>
    <w:rsid w:val="000B6C3B"/>
    <w:rsid w:val="000B7152"/>
    <w:rsid w:val="000B76BC"/>
    <w:rsid w:val="000C2E20"/>
    <w:rsid w:val="000C408A"/>
    <w:rsid w:val="000C499C"/>
    <w:rsid w:val="000C4B8A"/>
    <w:rsid w:val="000C7F84"/>
    <w:rsid w:val="000D169D"/>
    <w:rsid w:val="000D2741"/>
    <w:rsid w:val="000D2B59"/>
    <w:rsid w:val="000D3491"/>
    <w:rsid w:val="000D370C"/>
    <w:rsid w:val="000D4DC1"/>
    <w:rsid w:val="000D4E12"/>
    <w:rsid w:val="000D59E4"/>
    <w:rsid w:val="000D6146"/>
    <w:rsid w:val="000D6620"/>
    <w:rsid w:val="000E1C40"/>
    <w:rsid w:val="000E2FDC"/>
    <w:rsid w:val="000E3039"/>
    <w:rsid w:val="000E34C2"/>
    <w:rsid w:val="000E6DB3"/>
    <w:rsid w:val="000F1512"/>
    <w:rsid w:val="000F1A69"/>
    <w:rsid w:val="000F3FC3"/>
    <w:rsid w:val="000F53A2"/>
    <w:rsid w:val="000F57DD"/>
    <w:rsid w:val="000F6EEE"/>
    <w:rsid w:val="000F77C7"/>
    <w:rsid w:val="00101126"/>
    <w:rsid w:val="00101C22"/>
    <w:rsid w:val="00103622"/>
    <w:rsid w:val="00103FAF"/>
    <w:rsid w:val="001064C1"/>
    <w:rsid w:val="00106D98"/>
    <w:rsid w:val="00106E58"/>
    <w:rsid w:val="00110790"/>
    <w:rsid w:val="00111242"/>
    <w:rsid w:val="0011168D"/>
    <w:rsid w:val="00112563"/>
    <w:rsid w:val="00114073"/>
    <w:rsid w:val="00114969"/>
    <w:rsid w:val="00114DAA"/>
    <w:rsid w:val="00121EF2"/>
    <w:rsid w:val="00124B11"/>
    <w:rsid w:val="00126AD2"/>
    <w:rsid w:val="0013004B"/>
    <w:rsid w:val="001302EF"/>
    <w:rsid w:val="0013120C"/>
    <w:rsid w:val="00132563"/>
    <w:rsid w:val="00133D48"/>
    <w:rsid w:val="00135A08"/>
    <w:rsid w:val="00135CC4"/>
    <w:rsid w:val="00140A1F"/>
    <w:rsid w:val="00142AA2"/>
    <w:rsid w:val="001430B1"/>
    <w:rsid w:val="00143F8B"/>
    <w:rsid w:val="001450BC"/>
    <w:rsid w:val="001466D4"/>
    <w:rsid w:val="00146B6F"/>
    <w:rsid w:val="00147E8E"/>
    <w:rsid w:val="0015140E"/>
    <w:rsid w:val="00152A4D"/>
    <w:rsid w:val="001539BC"/>
    <w:rsid w:val="00153F18"/>
    <w:rsid w:val="00154219"/>
    <w:rsid w:val="001545C0"/>
    <w:rsid w:val="00154B54"/>
    <w:rsid w:val="0015633C"/>
    <w:rsid w:val="00161321"/>
    <w:rsid w:val="00164389"/>
    <w:rsid w:val="00164C57"/>
    <w:rsid w:val="00165BE5"/>
    <w:rsid w:val="0016692A"/>
    <w:rsid w:val="00167AA8"/>
    <w:rsid w:val="00170C5C"/>
    <w:rsid w:val="001710E4"/>
    <w:rsid w:val="00171961"/>
    <w:rsid w:val="00174A14"/>
    <w:rsid w:val="001757D6"/>
    <w:rsid w:val="00176C02"/>
    <w:rsid w:val="00177ADF"/>
    <w:rsid w:val="00180AAB"/>
    <w:rsid w:val="00182583"/>
    <w:rsid w:val="00183590"/>
    <w:rsid w:val="001836C4"/>
    <w:rsid w:val="00183D89"/>
    <w:rsid w:val="00185524"/>
    <w:rsid w:val="00186055"/>
    <w:rsid w:val="001864C3"/>
    <w:rsid w:val="00190077"/>
    <w:rsid w:val="00190BBA"/>
    <w:rsid w:val="001914A6"/>
    <w:rsid w:val="00194191"/>
    <w:rsid w:val="001946A6"/>
    <w:rsid w:val="00197553"/>
    <w:rsid w:val="001A0FDA"/>
    <w:rsid w:val="001A3A71"/>
    <w:rsid w:val="001A3B4A"/>
    <w:rsid w:val="001A4038"/>
    <w:rsid w:val="001A43A0"/>
    <w:rsid w:val="001A5B16"/>
    <w:rsid w:val="001B0183"/>
    <w:rsid w:val="001B2457"/>
    <w:rsid w:val="001B54CE"/>
    <w:rsid w:val="001B5BFD"/>
    <w:rsid w:val="001B7E5A"/>
    <w:rsid w:val="001C09BA"/>
    <w:rsid w:val="001C1045"/>
    <w:rsid w:val="001C2108"/>
    <w:rsid w:val="001C5753"/>
    <w:rsid w:val="001C6F91"/>
    <w:rsid w:val="001C7FAB"/>
    <w:rsid w:val="001D08D6"/>
    <w:rsid w:val="001D36F3"/>
    <w:rsid w:val="001D3CB9"/>
    <w:rsid w:val="001D4FCE"/>
    <w:rsid w:val="001D5F23"/>
    <w:rsid w:val="001E0A22"/>
    <w:rsid w:val="001E171D"/>
    <w:rsid w:val="001E221D"/>
    <w:rsid w:val="001E5E09"/>
    <w:rsid w:val="001E748F"/>
    <w:rsid w:val="001F044A"/>
    <w:rsid w:val="001F1C98"/>
    <w:rsid w:val="001F1F6A"/>
    <w:rsid w:val="001F437E"/>
    <w:rsid w:val="001F59A1"/>
    <w:rsid w:val="001F79F8"/>
    <w:rsid w:val="002004B6"/>
    <w:rsid w:val="00201812"/>
    <w:rsid w:val="002034CF"/>
    <w:rsid w:val="00205D9D"/>
    <w:rsid w:val="00206F2B"/>
    <w:rsid w:val="00207F93"/>
    <w:rsid w:val="002145FE"/>
    <w:rsid w:val="00215786"/>
    <w:rsid w:val="00216585"/>
    <w:rsid w:val="002177F5"/>
    <w:rsid w:val="00220B17"/>
    <w:rsid w:val="002219BC"/>
    <w:rsid w:val="00222383"/>
    <w:rsid w:val="00224106"/>
    <w:rsid w:val="002253C8"/>
    <w:rsid w:val="00225CFF"/>
    <w:rsid w:val="00227079"/>
    <w:rsid w:val="0023005A"/>
    <w:rsid w:val="00235B92"/>
    <w:rsid w:val="002364AF"/>
    <w:rsid w:val="00237436"/>
    <w:rsid w:val="00237516"/>
    <w:rsid w:val="0023755F"/>
    <w:rsid w:val="002403C4"/>
    <w:rsid w:val="00241E7E"/>
    <w:rsid w:val="00242254"/>
    <w:rsid w:val="0024294D"/>
    <w:rsid w:val="0024429B"/>
    <w:rsid w:val="002448C6"/>
    <w:rsid w:val="00246D6A"/>
    <w:rsid w:val="0024722D"/>
    <w:rsid w:val="00250495"/>
    <w:rsid w:val="00250F00"/>
    <w:rsid w:val="002545BE"/>
    <w:rsid w:val="00254A07"/>
    <w:rsid w:val="00254AFD"/>
    <w:rsid w:val="00255F75"/>
    <w:rsid w:val="002562C9"/>
    <w:rsid w:val="00256C1D"/>
    <w:rsid w:val="002616C8"/>
    <w:rsid w:val="00261A0E"/>
    <w:rsid w:val="002622C3"/>
    <w:rsid w:val="002623F9"/>
    <w:rsid w:val="002628F0"/>
    <w:rsid w:val="00263272"/>
    <w:rsid w:val="0026636E"/>
    <w:rsid w:val="002678C7"/>
    <w:rsid w:val="00270298"/>
    <w:rsid w:val="002718A2"/>
    <w:rsid w:val="002730DE"/>
    <w:rsid w:val="002744BC"/>
    <w:rsid w:val="00274C1F"/>
    <w:rsid w:val="00276D7F"/>
    <w:rsid w:val="002778E5"/>
    <w:rsid w:val="00281F65"/>
    <w:rsid w:val="00283D12"/>
    <w:rsid w:val="00284A79"/>
    <w:rsid w:val="00285361"/>
    <w:rsid w:val="002854B1"/>
    <w:rsid w:val="00287729"/>
    <w:rsid w:val="00290C1F"/>
    <w:rsid w:val="00290DAC"/>
    <w:rsid w:val="00291AA4"/>
    <w:rsid w:val="00291C69"/>
    <w:rsid w:val="00293336"/>
    <w:rsid w:val="00293CFE"/>
    <w:rsid w:val="002942C9"/>
    <w:rsid w:val="00294EE4"/>
    <w:rsid w:val="00295732"/>
    <w:rsid w:val="0029639A"/>
    <w:rsid w:val="0029678A"/>
    <w:rsid w:val="00296D45"/>
    <w:rsid w:val="00296DB7"/>
    <w:rsid w:val="002976C2"/>
    <w:rsid w:val="002A0A47"/>
    <w:rsid w:val="002A1769"/>
    <w:rsid w:val="002A1A2D"/>
    <w:rsid w:val="002A21FE"/>
    <w:rsid w:val="002A3A01"/>
    <w:rsid w:val="002A3D0D"/>
    <w:rsid w:val="002A4FCE"/>
    <w:rsid w:val="002A553C"/>
    <w:rsid w:val="002A7BE7"/>
    <w:rsid w:val="002B2474"/>
    <w:rsid w:val="002B2D7B"/>
    <w:rsid w:val="002B342F"/>
    <w:rsid w:val="002B3E84"/>
    <w:rsid w:val="002B6F06"/>
    <w:rsid w:val="002C0D7B"/>
    <w:rsid w:val="002C19D8"/>
    <w:rsid w:val="002C28EA"/>
    <w:rsid w:val="002C4746"/>
    <w:rsid w:val="002D004A"/>
    <w:rsid w:val="002D10E1"/>
    <w:rsid w:val="002D132C"/>
    <w:rsid w:val="002D2C29"/>
    <w:rsid w:val="002D3629"/>
    <w:rsid w:val="002D44D1"/>
    <w:rsid w:val="002D4C64"/>
    <w:rsid w:val="002D543E"/>
    <w:rsid w:val="002D7C9D"/>
    <w:rsid w:val="002E0A86"/>
    <w:rsid w:val="002E1446"/>
    <w:rsid w:val="002E1E61"/>
    <w:rsid w:val="002E353A"/>
    <w:rsid w:val="002E6F2D"/>
    <w:rsid w:val="002F1E2B"/>
    <w:rsid w:val="002F569D"/>
    <w:rsid w:val="002F56C1"/>
    <w:rsid w:val="002F766C"/>
    <w:rsid w:val="002F78DF"/>
    <w:rsid w:val="003017B0"/>
    <w:rsid w:val="00301F60"/>
    <w:rsid w:val="00302BB8"/>
    <w:rsid w:val="00305488"/>
    <w:rsid w:val="00305F84"/>
    <w:rsid w:val="00306693"/>
    <w:rsid w:val="00310530"/>
    <w:rsid w:val="00314254"/>
    <w:rsid w:val="003163C5"/>
    <w:rsid w:val="00320A3A"/>
    <w:rsid w:val="00324F96"/>
    <w:rsid w:val="00327562"/>
    <w:rsid w:val="00327AB2"/>
    <w:rsid w:val="003347F0"/>
    <w:rsid w:val="00334C51"/>
    <w:rsid w:val="003358C8"/>
    <w:rsid w:val="003375FF"/>
    <w:rsid w:val="00340C33"/>
    <w:rsid w:val="00340F77"/>
    <w:rsid w:val="00341FB1"/>
    <w:rsid w:val="00343459"/>
    <w:rsid w:val="00343BE6"/>
    <w:rsid w:val="00345088"/>
    <w:rsid w:val="003511F4"/>
    <w:rsid w:val="00351E94"/>
    <w:rsid w:val="00354258"/>
    <w:rsid w:val="003549D8"/>
    <w:rsid w:val="00356661"/>
    <w:rsid w:val="0036069E"/>
    <w:rsid w:val="00360D6D"/>
    <w:rsid w:val="00365033"/>
    <w:rsid w:val="00366816"/>
    <w:rsid w:val="00366EFF"/>
    <w:rsid w:val="00370BFB"/>
    <w:rsid w:val="0037116B"/>
    <w:rsid w:val="00372E62"/>
    <w:rsid w:val="003734AE"/>
    <w:rsid w:val="00373FEA"/>
    <w:rsid w:val="00374CCB"/>
    <w:rsid w:val="00375226"/>
    <w:rsid w:val="00377A7E"/>
    <w:rsid w:val="00381C97"/>
    <w:rsid w:val="00382565"/>
    <w:rsid w:val="0038310C"/>
    <w:rsid w:val="00385222"/>
    <w:rsid w:val="0038629D"/>
    <w:rsid w:val="00387358"/>
    <w:rsid w:val="00390018"/>
    <w:rsid w:val="003911CA"/>
    <w:rsid w:val="003927EE"/>
    <w:rsid w:val="0039398F"/>
    <w:rsid w:val="00394EC6"/>
    <w:rsid w:val="00395750"/>
    <w:rsid w:val="003977D7"/>
    <w:rsid w:val="003A1914"/>
    <w:rsid w:val="003A3BA9"/>
    <w:rsid w:val="003A5211"/>
    <w:rsid w:val="003A6DC8"/>
    <w:rsid w:val="003B0A0A"/>
    <w:rsid w:val="003C6341"/>
    <w:rsid w:val="003C6949"/>
    <w:rsid w:val="003C7294"/>
    <w:rsid w:val="003D00D6"/>
    <w:rsid w:val="003D1D22"/>
    <w:rsid w:val="003D2445"/>
    <w:rsid w:val="003D2A6C"/>
    <w:rsid w:val="003D2D33"/>
    <w:rsid w:val="003D3AFA"/>
    <w:rsid w:val="003D4B84"/>
    <w:rsid w:val="003D643B"/>
    <w:rsid w:val="003D7F77"/>
    <w:rsid w:val="003E0A91"/>
    <w:rsid w:val="003E2B51"/>
    <w:rsid w:val="003E4205"/>
    <w:rsid w:val="003E4877"/>
    <w:rsid w:val="003E5BFE"/>
    <w:rsid w:val="003F04BF"/>
    <w:rsid w:val="003F144C"/>
    <w:rsid w:val="003F3E12"/>
    <w:rsid w:val="003F46F7"/>
    <w:rsid w:val="003F609A"/>
    <w:rsid w:val="0040356B"/>
    <w:rsid w:val="00403F7C"/>
    <w:rsid w:val="004064AC"/>
    <w:rsid w:val="004066AA"/>
    <w:rsid w:val="00411734"/>
    <w:rsid w:val="00413067"/>
    <w:rsid w:val="004148FC"/>
    <w:rsid w:val="00416A60"/>
    <w:rsid w:val="00421B46"/>
    <w:rsid w:val="0042427E"/>
    <w:rsid w:val="00427897"/>
    <w:rsid w:val="00432E4A"/>
    <w:rsid w:val="004336D3"/>
    <w:rsid w:val="004349CE"/>
    <w:rsid w:val="00436F30"/>
    <w:rsid w:val="004418B3"/>
    <w:rsid w:val="00445C4E"/>
    <w:rsid w:val="00446386"/>
    <w:rsid w:val="00452635"/>
    <w:rsid w:val="004539F8"/>
    <w:rsid w:val="004548C1"/>
    <w:rsid w:val="00456C4A"/>
    <w:rsid w:val="00457A20"/>
    <w:rsid w:val="004601BD"/>
    <w:rsid w:val="004609CB"/>
    <w:rsid w:val="00460CC3"/>
    <w:rsid w:val="00461B09"/>
    <w:rsid w:val="00462182"/>
    <w:rsid w:val="0046559B"/>
    <w:rsid w:val="00465F35"/>
    <w:rsid w:val="00466962"/>
    <w:rsid w:val="0046740F"/>
    <w:rsid w:val="00471A5E"/>
    <w:rsid w:val="00474C1C"/>
    <w:rsid w:val="00482D93"/>
    <w:rsid w:val="00483238"/>
    <w:rsid w:val="00483BD2"/>
    <w:rsid w:val="00484821"/>
    <w:rsid w:val="00485596"/>
    <w:rsid w:val="00485751"/>
    <w:rsid w:val="00487EFE"/>
    <w:rsid w:val="0049319E"/>
    <w:rsid w:val="00494FB9"/>
    <w:rsid w:val="00495352"/>
    <w:rsid w:val="00495EDF"/>
    <w:rsid w:val="00496F2C"/>
    <w:rsid w:val="004977E1"/>
    <w:rsid w:val="004A16BF"/>
    <w:rsid w:val="004A29D3"/>
    <w:rsid w:val="004A31F8"/>
    <w:rsid w:val="004A4562"/>
    <w:rsid w:val="004A4A59"/>
    <w:rsid w:val="004A605A"/>
    <w:rsid w:val="004A638C"/>
    <w:rsid w:val="004A7358"/>
    <w:rsid w:val="004C06EA"/>
    <w:rsid w:val="004C0FE6"/>
    <w:rsid w:val="004C105D"/>
    <w:rsid w:val="004C1D85"/>
    <w:rsid w:val="004C210E"/>
    <w:rsid w:val="004C3024"/>
    <w:rsid w:val="004C454B"/>
    <w:rsid w:val="004C4871"/>
    <w:rsid w:val="004C6C3B"/>
    <w:rsid w:val="004C73E5"/>
    <w:rsid w:val="004C79E8"/>
    <w:rsid w:val="004D0B9D"/>
    <w:rsid w:val="004D1FF1"/>
    <w:rsid w:val="004D245E"/>
    <w:rsid w:val="004D2C9C"/>
    <w:rsid w:val="004D3527"/>
    <w:rsid w:val="004D39DA"/>
    <w:rsid w:val="004D3C99"/>
    <w:rsid w:val="004D3E81"/>
    <w:rsid w:val="004D454D"/>
    <w:rsid w:val="004D4CA4"/>
    <w:rsid w:val="004D5256"/>
    <w:rsid w:val="004D5AC6"/>
    <w:rsid w:val="004D5EA4"/>
    <w:rsid w:val="004D67F9"/>
    <w:rsid w:val="004E18E4"/>
    <w:rsid w:val="004E1A9D"/>
    <w:rsid w:val="004E274A"/>
    <w:rsid w:val="004E68FD"/>
    <w:rsid w:val="004E78E3"/>
    <w:rsid w:val="004E7E4B"/>
    <w:rsid w:val="004F1D01"/>
    <w:rsid w:val="004F2A30"/>
    <w:rsid w:val="004F35EC"/>
    <w:rsid w:val="004F5379"/>
    <w:rsid w:val="004F64E8"/>
    <w:rsid w:val="005028AD"/>
    <w:rsid w:val="00504A78"/>
    <w:rsid w:val="005060DF"/>
    <w:rsid w:val="00506B62"/>
    <w:rsid w:val="00507235"/>
    <w:rsid w:val="00510172"/>
    <w:rsid w:val="00514982"/>
    <w:rsid w:val="00516116"/>
    <w:rsid w:val="00517DE7"/>
    <w:rsid w:val="0052064E"/>
    <w:rsid w:val="00520E65"/>
    <w:rsid w:val="005215BE"/>
    <w:rsid w:val="0052276E"/>
    <w:rsid w:val="005227CA"/>
    <w:rsid w:val="005236D8"/>
    <w:rsid w:val="00524BCA"/>
    <w:rsid w:val="0052522E"/>
    <w:rsid w:val="00525AA9"/>
    <w:rsid w:val="00527E2E"/>
    <w:rsid w:val="00531B49"/>
    <w:rsid w:val="00531DE9"/>
    <w:rsid w:val="00534D56"/>
    <w:rsid w:val="0054175B"/>
    <w:rsid w:val="00543F3F"/>
    <w:rsid w:val="0054491C"/>
    <w:rsid w:val="00544B32"/>
    <w:rsid w:val="0054542F"/>
    <w:rsid w:val="00545E9B"/>
    <w:rsid w:val="00547BB2"/>
    <w:rsid w:val="00550601"/>
    <w:rsid w:val="00550CA6"/>
    <w:rsid w:val="00550FCD"/>
    <w:rsid w:val="005517D1"/>
    <w:rsid w:val="00551BE8"/>
    <w:rsid w:val="00551D34"/>
    <w:rsid w:val="0055296D"/>
    <w:rsid w:val="0055354C"/>
    <w:rsid w:val="00553A1B"/>
    <w:rsid w:val="00557E5B"/>
    <w:rsid w:val="005635C4"/>
    <w:rsid w:val="005657F2"/>
    <w:rsid w:val="00571899"/>
    <w:rsid w:val="00571EDE"/>
    <w:rsid w:val="00572451"/>
    <w:rsid w:val="00572BC6"/>
    <w:rsid w:val="005749CF"/>
    <w:rsid w:val="00575BEA"/>
    <w:rsid w:val="005762D0"/>
    <w:rsid w:val="00576A6B"/>
    <w:rsid w:val="005808B1"/>
    <w:rsid w:val="00582BAC"/>
    <w:rsid w:val="0058777E"/>
    <w:rsid w:val="00587FAA"/>
    <w:rsid w:val="005903DB"/>
    <w:rsid w:val="005926D3"/>
    <w:rsid w:val="00593009"/>
    <w:rsid w:val="0059330A"/>
    <w:rsid w:val="005968AC"/>
    <w:rsid w:val="00596CEB"/>
    <w:rsid w:val="00596DA6"/>
    <w:rsid w:val="005A196E"/>
    <w:rsid w:val="005A1BC5"/>
    <w:rsid w:val="005A1DA1"/>
    <w:rsid w:val="005A2AFD"/>
    <w:rsid w:val="005A508C"/>
    <w:rsid w:val="005A621F"/>
    <w:rsid w:val="005B0075"/>
    <w:rsid w:val="005B0A36"/>
    <w:rsid w:val="005B0C57"/>
    <w:rsid w:val="005B15F7"/>
    <w:rsid w:val="005B6080"/>
    <w:rsid w:val="005B68F2"/>
    <w:rsid w:val="005C04CD"/>
    <w:rsid w:val="005C201D"/>
    <w:rsid w:val="005C27A0"/>
    <w:rsid w:val="005C3732"/>
    <w:rsid w:val="005C38D3"/>
    <w:rsid w:val="005C4868"/>
    <w:rsid w:val="005C4A35"/>
    <w:rsid w:val="005C78A9"/>
    <w:rsid w:val="005D2E48"/>
    <w:rsid w:val="005D3269"/>
    <w:rsid w:val="005D6171"/>
    <w:rsid w:val="005D7EF3"/>
    <w:rsid w:val="005E0362"/>
    <w:rsid w:val="005E49E8"/>
    <w:rsid w:val="005E71F1"/>
    <w:rsid w:val="005E7915"/>
    <w:rsid w:val="005F019F"/>
    <w:rsid w:val="005F0FF7"/>
    <w:rsid w:val="005F1CDA"/>
    <w:rsid w:val="005F2B81"/>
    <w:rsid w:val="005F31B6"/>
    <w:rsid w:val="005F3BD0"/>
    <w:rsid w:val="005F4889"/>
    <w:rsid w:val="005F48F4"/>
    <w:rsid w:val="005F4BB2"/>
    <w:rsid w:val="005F58A6"/>
    <w:rsid w:val="005F6327"/>
    <w:rsid w:val="00601F46"/>
    <w:rsid w:val="0060292E"/>
    <w:rsid w:val="006060FA"/>
    <w:rsid w:val="006071C7"/>
    <w:rsid w:val="00607C18"/>
    <w:rsid w:val="00607F75"/>
    <w:rsid w:val="006107C4"/>
    <w:rsid w:val="00610F21"/>
    <w:rsid w:val="006123AE"/>
    <w:rsid w:val="00612BAF"/>
    <w:rsid w:val="006145DB"/>
    <w:rsid w:val="00615449"/>
    <w:rsid w:val="006172F3"/>
    <w:rsid w:val="00621437"/>
    <w:rsid w:val="006214E2"/>
    <w:rsid w:val="00621DED"/>
    <w:rsid w:val="0062218E"/>
    <w:rsid w:val="00622DE5"/>
    <w:rsid w:val="00623690"/>
    <w:rsid w:val="00624E75"/>
    <w:rsid w:val="0063181B"/>
    <w:rsid w:val="00631C8A"/>
    <w:rsid w:val="006343C3"/>
    <w:rsid w:val="00634867"/>
    <w:rsid w:val="006365EB"/>
    <w:rsid w:val="00636753"/>
    <w:rsid w:val="0064015E"/>
    <w:rsid w:val="006417DA"/>
    <w:rsid w:val="006451F5"/>
    <w:rsid w:val="00645C37"/>
    <w:rsid w:val="006477F8"/>
    <w:rsid w:val="0065430D"/>
    <w:rsid w:val="006552BF"/>
    <w:rsid w:val="006561D8"/>
    <w:rsid w:val="00656E97"/>
    <w:rsid w:val="006608B8"/>
    <w:rsid w:val="00661E94"/>
    <w:rsid w:val="00661F6F"/>
    <w:rsid w:val="0066681F"/>
    <w:rsid w:val="00673826"/>
    <w:rsid w:val="006750BA"/>
    <w:rsid w:val="00676DB7"/>
    <w:rsid w:val="00677BFF"/>
    <w:rsid w:val="00681194"/>
    <w:rsid w:val="00681A26"/>
    <w:rsid w:val="00682BA6"/>
    <w:rsid w:val="00682F61"/>
    <w:rsid w:val="006843A1"/>
    <w:rsid w:val="0068564E"/>
    <w:rsid w:val="00687677"/>
    <w:rsid w:val="006879E6"/>
    <w:rsid w:val="00690E96"/>
    <w:rsid w:val="00692137"/>
    <w:rsid w:val="00697A3F"/>
    <w:rsid w:val="006A0238"/>
    <w:rsid w:val="006A1544"/>
    <w:rsid w:val="006A3D34"/>
    <w:rsid w:val="006A3F86"/>
    <w:rsid w:val="006A5528"/>
    <w:rsid w:val="006A5D7C"/>
    <w:rsid w:val="006A6CF3"/>
    <w:rsid w:val="006A7CFD"/>
    <w:rsid w:val="006B2458"/>
    <w:rsid w:val="006B43C7"/>
    <w:rsid w:val="006B5888"/>
    <w:rsid w:val="006B63FD"/>
    <w:rsid w:val="006B6B90"/>
    <w:rsid w:val="006B7F07"/>
    <w:rsid w:val="006C103C"/>
    <w:rsid w:val="006C1075"/>
    <w:rsid w:val="006C121A"/>
    <w:rsid w:val="006C20BD"/>
    <w:rsid w:val="006C2984"/>
    <w:rsid w:val="006C51FC"/>
    <w:rsid w:val="006C56E4"/>
    <w:rsid w:val="006C596B"/>
    <w:rsid w:val="006C722A"/>
    <w:rsid w:val="006D0BC8"/>
    <w:rsid w:val="006D3180"/>
    <w:rsid w:val="006D5B80"/>
    <w:rsid w:val="006D5BB3"/>
    <w:rsid w:val="006D62DB"/>
    <w:rsid w:val="006D73B2"/>
    <w:rsid w:val="006D74E7"/>
    <w:rsid w:val="006E30E1"/>
    <w:rsid w:val="006E50C5"/>
    <w:rsid w:val="006E536A"/>
    <w:rsid w:val="006E79CE"/>
    <w:rsid w:val="006F0B79"/>
    <w:rsid w:val="006F17D4"/>
    <w:rsid w:val="006F2EA7"/>
    <w:rsid w:val="006F3692"/>
    <w:rsid w:val="006F3EFE"/>
    <w:rsid w:val="006F40D9"/>
    <w:rsid w:val="006F4DCF"/>
    <w:rsid w:val="006F5167"/>
    <w:rsid w:val="006F543A"/>
    <w:rsid w:val="006F6111"/>
    <w:rsid w:val="006F6B82"/>
    <w:rsid w:val="006F7A29"/>
    <w:rsid w:val="006F7C60"/>
    <w:rsid w:val="007028CE"/>
    <w:rsid w:val="007054E3"/>
    <w:rsid w:val="00711454"/>
    <w:rsid w:val="00711B61"/>
    <w:rsid w:val="00713807"/>
    <w:rsid w:val="007159C6"/>
    <w:rsid w:val="007166E0"/>
    <w:rsid w:val="00716930"/>
    <w:rsid w:val="00717C75"/>
    <w:rsid w:val="007210A1"/>
    <w:rsid w:val="00721E84"/>
    <w:rsid w:val="007225CB"/>
    <w:rsid w:val="00722DC6"/>
    <w:rsid w:val="007239D4"/>
    <w:rsid w:val="00725994"/>
    <w:rsid w:val="00731A5F"/>
    <w:rsid w:val="00733740"/>
    <w:rsid w:val="00735593"/>
    <w:rsid w:val="00736856"/>
    <w:rsid w:val="00736E61"/>
    <w:rsid w:val="00737485"/>
    <w:rsid w:val="00742C90"/>
    <w:rsid w:val="00744BF4"/>
    <w:rsid w:val="007453AC"/>
    <w:rsid w:val="00745452"/>
    <w:rsid w:val="00747260"/>
    <w:rsid w:val="007508EE"/>
    <w:rsid w:val="0075098C"/>
    <w:rsid w:val="00751304"/>
    <w:rsid w:val="00751D59"/>
    <w:rsid w:val="00752AD4"/>
    <w:rsid w:val="00753902"/>
    <w:rsid w:val="00757787"/>
    <w:rsid w:val="00757D0B"/>
    <w:rsid w:val="00761E80"/>
    <w:rsid w:val="007621B1"/>
    <w:rsid w:val="00762A59"/>
    <w:rsid w:val="00764E0C"/>
    <w:rsid w:val="00765E08"/>
    <w:rsid w:val="00770C62"/>
    <w:rsid w:val="00770F11"/>
    <w:rsid w:val="0077160F"/>
    <w:rsid w:val="00773FE4"/>
    <w:rsid w:val="00776542"/>
    <w:rsid w:val="0077698E"/>
    <w:rsid w:val="007774F3"/>
    <w:rsid w:val="00777631"/>
    <w:rsid w:val="00783206"/>
    <w:rsid w:val="007835A2"/>
    <w:rsid w:val="007836E6"/>
    <w:rsid w:val="00783A45"/>
    <w:rsid w:val="00785494"/>
    <w:rsid w:val="00785ADC"/>
    <w:rsid w:val="00787030"/>
    <w:rsid w:val="00787118"/>
    <w:rsid w:val="007921CB"/>
    <w:rsid w:val="00792405"/>
    <w:rsid w:val="007925DF"/>
    <w:rsid w:val="00793D18"/>
    <w:rsid w:val="0079475D"/>
    <w:rsid w:val="00794A6B"/>
    <w:rsid w:val="00794BC7"/>
    <w:rsid w:val="007973E0"/>
    <w:rsid w:val="0079764E"/>
    <w:rsid w:val="007A2D09"/>
    <w:rsid w:val="007A5F07"/>
    <w:rsid w:val="007A6205"/>
    <w:rsid w:val="007B2F87"/>
    <w:rsid w:val="007B3D96"/>
    <w:rsid w:val="007C0406"/>
    <w:rsid w:val="007C0708"/>
    <w:rsid w:val="007C2590"/>
    <w:rsid w:val="007C277E"/>
    <w:rsid w:val="007C50EC"/>
    <w:rsid w:val="007C5836"/>
    <w:rsid w:val="007C591B"/>
    <w:rsid w:val="007C59A4"/>
    <w:rsid w:val="007C5EAF"/>
    <w:rsid w:val="007C5FB2"/>
    <w:rsid w:val="007C7130"/>
    <w:rsid w:val="007C7B52"/>
    <w:rsid w:val="007D043C"/>
    <w:rsid w:val="007D0A0E"/>
    <w:rsid w:val="007D28A0"/>
    <w:rsid w:val="007D2A4E"/>
    <w:rsid w:val="007D2CD8"/>
    <w:rsid w:val="007D45B0"/>
    <w:rsid w:val="007D4654"/>
    <w:rsid w:val="007D4FCE"/>
    <w:rsid w:val="007D539F"/>
    <w:rsid w:val="007D6096"/>
    <w:rsid w:val="007D6236"/>
    <w:rsid w:val="007D6BD6"/>
    <w:rsid w:val="007D7843"/>
    <w:rsid w:val="007D79FC"/>
    <w:rsid w:val="007E021A"/>
    <w:rsid w:val="007E09BE"/>
    <w:rsid w:val="007E0AE3"/>
    <w:rsid w:val="007E0EE8"/>
    <w:rsid w:val="007E342E"/>
    <w:rsid w:val="007E39F1"/>
    <w:rsid w:val="007E543A"/>
    <w:rsid w:val="007E6C99"/>
    <w:rsid w:val="007E75B0"/>
    <w:rsid w:val="007E7EBD"/>
    <w:rsid w:val="007F3534"/>
    <w:rsid w:val="007F4052"/>
    <w:rsid w:val="007F4246"/>
    <w:rsid w:val="007F4AB4"/>
    <w:rsid w:val="007F582F"/>
    <w:rsid w:val="007F7B3A"/>
    <w:rsid w:val="0080154D"/>
    <w:rsid w:val="00803052"/>
    <w:rsid w:val="008036E6"/>
    <w:rsid w:val="008063C1"/>
    <w:rsid w:val="00807D80"/>
    <w:rsid w:val="00811455"/>
    <w:rsid w:val="00811581"/>
    <w:rsid w:val="00812A5C"/>
    <w:rsid w:val="00813C9D"/>
    <w:rsid w:val="00816019"/>
    <w:rsid w:val="0081602D"/>
    <w:rsid w:val="00816C3F"/>
    <w:rsid w:val="00817AAF"/>
    <w:rsid w:val="00817B8F"/>
    <w:rsid w:val="00821893"/>
    <w:rsid w:val="00825F98"/>
    <w:rsid w:val="00827CD0"/>
    <w:rsid w:val="00830E78"/>
    <w:rsid w:val="00831822"/>
    <w:rsid w:val="00833A62"/>
    <w:rsid w:val="00834B77"/>
    <w:rsid w:val="00835689"/>
    <w:rsid w:val="00835700"/>
    <w:rsid w:val="00836A05"/>
    <w:rsid w:val="00836FED"/>
    <w:rsid w:val="00837183"/>
    <w:rsid w:val="008379C3"/>
    <w:rsid w:val="008413D3"/>
    <w:rsid w:val="00845E98"/>
    <w:rsid w:val="00847A9F"/>
    <w:rsid w:val="00847F86"/>
    <w:rsid w:val="00851856"/>
    <w:rsid w:val="00851CA4"/>
    <w:rsid w:val="00852791"/>
    <w:rsid w:val="00852D91"/>
    <w:rsid w:val="0085569D"/>
    <w:rsid w:val="00855D56"/>
    <w:rsid w:val="0085708A"/>
    <w:rsid w:val="008635BC"/>
    <w:rsid w:val="00863C42"/>
    <w:rsid w:val="00864665"/>
    <w:rsid w:val="008653D5"/>
    <w:rsid w:val="008663F5"/>
    <w:rsid w:val="00867442"/>
    <w:rsid w:val="008710FB"/>
    <w:rsid w:val="008713E7"/>
    <w:rsid w:val="00872B4D"/>
    <w:rsid w:val="00873554"/>
    <w:rsid w:val="00873892"/>
    <w:rsid w:val="00874DCD"/>
    <w:rsid w:val="00875F92"/>
    <w:rsid w:val="0087731F"/>
    <w:rsid w:val="008774AC"/>
    <w:rsid w:val="00881435"/>
    <w:rsid w:val="00882267"/>
    <w:rsid w:val="00882E1B"/>
    <w:rsid w:val="0088345E"/>
    <w:rsid w:val="008835D3"/>
    <w:rsid w:val="00886726"/>
    <w:rsid w:val="00886B32"/>
    <w:rsid w:val="00886C23"/>
    <w:rsid w:val="008900A3"/>
    <w:rsid w:val="00890715"/>
    <w:rsid w:val="00890FE0"/>
    <w:rsid w:val="008942DB"/>
    <w:rsid w:val="00895592"/>
    <w:rsid w:val="00896011"/>
    <w:rsid w:val="0089691A"/>
    <w:rsid w:val="00896A81"/>
    <w:rsid w:val="00897A7F"/>
    <w:rsid w:val="008A0504"/>
    <w:rsid w:val="008A47E7"/>
    <w:rsid w:val="008A58AB"/>
    <w:rsid w:val="008A7E65"/>
    <w:rsid w:val="008A7F02"/>
    <w:rsid w:val="008B12B6"/>
    <w:rsid w:val="008B1B40"/>
    <w:rsid w:val="008B2826"/>
    <w:rsid w:val="008B6503"/>
    <w:rsid w:val="008B6980"/>
    <w:rsid w:val="008C0577"/>
    <w:rsid w:val="008C1A8E"/>
    <w:rsid w:val="008C455F"/>
    <w:rsid w:val="008C47A3"/>
    <w:rsid w:val="008C5620"/>
    <w:rsid w:val="008C7EE6"/>
    <w:rsid w:val="008D23BE"/>
    <w:rsid w:val="008D412A"/>
    <w:rsid w:val="008D489E"/>
    <w:rsid w:val="008D4C4C"/>
    <w:rsid w:val="008D642D"/>
    <w:rsid w:val="008D6D61"/>
    <w:rsid w:val="008E0509"/>
    <w:rsid w:val="008E171C"/>
    <w:rsid w:val="008E2C17"/>
    <w:rsid w:val="008E3769"/>
    <w:rsid w:val="008E4270"/>
    <w:rsid w:val="008E4734"/>
    <w:rsid w:val="008E51FA"/>
    <w:rsid w:val="008E584A"/>
    <w:rsid w:val="008E6187"/>
    <w:rsid w:val="008F17D5"/>
    <w:rsid w:val="008F1EF1"/>
    <w:rsid w:val="008F4B47"/>
    <w:rsid w:val="008F580E"/>
    <w:rsid w:val="008F5B8B"/>
    <w:rsid w:val="008F613A"/>
    <w:rsid w:val="008F6324"/>
    <w:rsid w:val="008F67CC"/>
    <w:rsid w:val="008F767D"/>
    <w:rsid w:val="00901E72"/>
    <w:rsid w:val="00903880"/>
    <w:rsid w:val="00905673"/>
    <w:rsid w:val="0090567B"/>
    <w:rsid w:val="00905727"/>
    <w:rsid w:val="00905BD2"/>
    <w:rsid w:val="009122C3"/>
    <w:rsid w:val="00916BB4"/>
    <w:rsid w:val="00920EA8"/>
    <w:rsid w:val="0092119B"/>
    <w:rsid w:val="00921CAB"/>
    <w:rsid w:val="00922289"/>
    <w:rsid w:val="00923D98"/>
    <w:rsid w:val="00926184"/>
    <w:rsid w:val="00926799"/>
    <w:rsid w:val="0092682F"/>
    <w:rsid w:val="00926E73"/>
    <w:rsid w:val="00926FE7"/>
    <w:rsid w:val="0093229B"/>
    <w:rsid w:val="009334C3"/>
    <w:rsid w:val="00934821"/>
    <w:rsid w:val="00940880"/>
    <w:rsid w:val="00941A3D"/>
    <w:rsid w:val="009424F7"/>
    <w:rsid w:val="009429F1"/>
    <w:rsid w:val="00943973"/>
    <w:rsid w:val="0095064B"/>
    <w:rsid w:val="00951B4F"/>
    <w:rsid w:val="00954EE6"/>
    <w:rsid w:val="009556C4"/>
    <w:rsid w:val="00955BAE"/>
    <w:rsid w:val="00955E9D"/>
    <w:rsid w:val="009563EC"/>
    <w:rsid w:val="00961903"/>
    <w:rsid w:val="00964CBA"/>
    <w:rsid w:val="00964F3E"/>
    <w:rsid w:val="0096527A"/>
    <w:rsid w:val="0096743A"/>
    <w:rsid w:val="00967631"/>
    <w:rsid w:val="00970E18"/>
    <w:rsid w:val="00973002"/>
    <w:rsid w:val="00973740"/>
    <w:rsid w:val="00975D14"/>
    <w:rsid w:val="009763AA"/>
    <w:rsid w:val="00976AD4"/>
    <w:rsid w:val="00977830"/>
    <w:rsid w:val="009803A7"/>
    <w:rsid w:val="009810EC"/>
    <w:rsid w:val="009827BC"/>
    <w:rsid w:val="00982F49"/>
    <w:rsid w:val="00983883"/>
    <w:rsid w:val="00984FA0"/>
    <w:rsid w:val="0098628D"/>
    <w:rsid w:val="009902EC"/>
    <w:rsid w:val="0099209E"/>
    <w:rsid w:val="00993D5C"/>
    <w:rsid w:val="00994E7F"/>
    <w:rsid w:val="009A1321"/>
    <w:rsid w:val="009A17F6"/>
    <w:rsid w:val="009A1D13"/>
    <w:rsid w:val="009A2655"/>
    <w:rsid w:val="009A35A6"/>
    <w:rsid w:val="009A5039"/>
    <w:rsid w:val="009A637C"/>
    <w:rsid w:val="009A6B14"/>
    <w:rsid w:val="009A7016"/>
    <w:rsid w:val="009A7DC3"/>
    <w:rsid w:val="009B0FE8"/>
    <w:rsid w:val="009B32C4"/>
    <w:rsid w:val="009B3306"/>
    <w:rsid w:val="009B3473"/>
    <w:rsid w:val="009B364B"/>
    <w:rsid w:val="009B3A5C"/>
    <w:rsid w:val="009B47A7"/>
    <w:rsid w:val="009B4BCC"/>
    <w:rsid w:val="009B4FD3"/>
    <w:rsid w:val="009B576A"/>
    <w:rsid w:val="009B5B52"/>
    <w:rsid w:val="009B5CD8"/>
    <w:rsid w:val="009C03DA"/>
    <w:rsid w:val="009C24B4"/>
    <w:rsid w:val="009C2AAE"/>
    <w:rsid w:val="009C34A4"/>
    <w:rsid w:val="009C3E5A"/>
    <w:rsid w:val="009C48A9"/>
    <w:rsid w:val="009C53A1"/>
    <w:rsid w:val="009C7594"/>
    <w:rsid w:val="009C7E75"/>
    <w:rsid w:val="009D0075"/>
    <w:rsid w:val="009D5B75"/>
    <w:rsid w:val="009D7146"/>
    <w:rsid w:val="009E038D"/>
    <w:rsid w:val="009E056C"/>
    <w:rsid w:val="009E130F"/>
    <w:rsid w:val="009E13DD"/>
    <w:rsid w:val="009E21DF"/>
    <w:rsid w:val="009E2B7C"/>
    <w:rsid w:val="009E37EA"/>
    <w:rsid w:val="009E62A9"/>
    <w:rsid w:val="009E6851"/>
    <w:rsid w:val="009E7DDA"/>
    <w:rsid w:val="009F12C7"/>
    <w:rsid w:val="009F3300"/>
    <w:rsid w:val="009F41D1"/>
    <w:rsid w:val="009F6658"/>
    <w:rsid w:val="009F7DF8"/>
    <w:rsid w:val="00A00CB5"/>
    <w:rsid w:val="00A04CA9"/>
    <w:rsid w:val="00A070FE"/>
    <w:rsid w:val="00A070FF"/>
    <w:rsid w:val="00A07A01"/>
    <w:rsid w:val="00A13271"/>
    <w:rsid w:val="00A13E8A"/>
    <w:rsid w:val="00A14215"/>
    <w:rsid w:val="00A14F28"/>
    <w:rsid w:val="00A15065"/>
    <w:rsid w:val="00A15224"/>
    <w:rsid w:val="00A16C53"/>
    <w:rsid w:val="00A16E2E"/>
    <w:rsid w:val="00A170D0"/>
    <w:rsid w:val="00A17187"/>
    <w:rsid w:val="00A20C07"/>
    <w:rsid w:val="00A21962"/>
    <w:rsid w:val="00A23E9D"/>
    <w:rsid w:val="00A2436E"/>
    <w:rsid w:val="00A24E8E"/>
    <w:rsid w:val="00A267E4"/>
    <w:rsid w:val="00A26F04"/>
    <w:rsid w:val="00A3083B"/>
    <w:rsid w:val="00A318EE"/>
    <w:rsid w:val="00A31D27"/>
    <w:rsid w:val="00A32199"/>
    <w:rsid w:val="00A32946"/>
    <w:rsid w:val="00A32CA6"/>
    <w:rsid w:val="00A32D0B"/>
    <w:rsid w:val="00A401A4"/>
    <w:rsid w:val="00A4054A"/>
    <w:rsid w:val="00A4144A"/>
    <w:rsid w:val="00A4367B"/>
    <w:rsid w:val="00A43783"/>
    <w:rsid w:val="00A4501C"/>
    <w:rsid w:val="00A46226"/>
    <w:rsid w:val="00A47243"/>
    <w:rsid w:val="00A5012A"/>
    <w:rsid w:val="00A5060E"/>
    <w:rsid w:val="00A52C13"/>
    <w:rsid w:val="00A53983"/>
    <w:rsid w:val="00A571A6"/>
    <w:rsid w:val="00A635D6"/>
    <w:rsid w:val="00A63AC7"/>
    <w:rsid w:val="00A64E17"/>
    <w:rsid w:val="00A65127"/>
    <w:rsid w:val="00A66E26"/>
    <w:rsid w:val="00A66EFC"/>
    <w:rsid w:val="00A6736C"/>
    <w:rsid w:val="00A67ED7"/>
    <w:rsid w:val="00A71004"/>
    <w:rsid w:val="00A72266"/>
    <w:rsid w:val="00A73DB9"/>
    <w:rsid w:val="00A76794"/>
    <w:rsid w:val="00A76BC1"/>
    <w:rsid w:val="00A77355"/>
    <w:rsid w:val="00A77766"/>
    <w:rsid w:val="00A77A53"/>
    <w:rsid w:val="00A806C8"/>
    <w:rsid w:val="00A80F05"/>
    <w:rsid w:val="00A9147B"/>
    <w:rsid w:val="00A91F6B"/>
    <w:rsid w:val="00A91F6F"/>
    <w:rsid w:val="00A960D3"/>
    <w:rsid w:val="00AA093C"/>
    <w:rsid w:val="00AA0AA9"/>
    <w:rsid w:val="00AA1F10"/>
    <w:rsid w:val="00AA6719"/>
    <w:rsid w:val="00AA72AF"/>
    <w:rsid w:val="00AA76FA"/>
    <w:rsid w:val="00AB06FA"/>
    <w:rsid w:val="00AB10FC"/>
    <w:rsid w:val="00AB1A5B"/>
    <w:rsid w:val="00AB1E9F"/>
    <w:rsid w:val="00AB2F2C"/>
    <w:rsid w:val="00AB3C3B"/>
    <w:rsid w:val="00AB47EF"/>
    <w:rsid w:val="00AB4C90"/>
    <w:rsid w:val="00AB53BC"/>
    <w:rsid w:val="00AB53EA"/>
    <w:rsid w:val="00AB63FB"/>
    <w:rsid w:val="00AB75E0"/>
    <w:rsid w:val="00AC395F"/>
    <w:rsid w:val="00AC41E2"/>
    <w:rsid w:val="00AC4292"/>
    <w:rsid w:val="00AC694C"/>
    <w:rsid w:val="00AC6C2A"/>
    <w:rsid w:val="00AC6FC6"/>
    <w:rsid w:val="00AC771A"/>
    <w:rsid w:val="00AC7C23"/>
    <w:rsid w:val="00AD0C5E"/>
    <w:rsid w:val="00AD17EE"/>
    <w:rsid w:val="00AD37E4"/>
    <w:rsid w:val="00AD4E45"/>
    <w:rsid w:val="00AD5C82"/>
    <w:rsid w:val="00AD660F"/>
    <w:rsid w:val="00AD7CFE"/>
    <w:rsid w:val="00AE1324"/>
    <w:rsid w:val="00AE2632"/>
    <w:rsid w:val="00AE2A67"/>
    <w:rsid w:val="00AE6C66"/>
    <w:rsid w:val="00AE76D4"/>
    <w:rsid w:val="00AE7E2A"/>
    <w:rsid w:val="00AF0F61"/>
    <w:rsid w:val="00AF149E"/>
    <w:rsid w:val="00AF177D"/>
    <w:rsid w:val="00AF1B66"/>
    <w:rsid w:val="00AF1FF8"/>
    <w:rsid w:val="00AF28C1"/>
    <w:rsid w:val="00AF3F44"/>
    <w:rsid w:val="00AF42C7"/>
    <w:rsid w:val="00AF4716"/>
    <w:rsid w:val="00AF551A"/>
    <w:rsid w:val="00AF58BA"/>
    <w:rsid w:val="00AF691E"/>
    <w:rsid w:val="00AF6B88"/>
    <w:rsid w:val="00AF70A3"/>
    <w:rsid w:val="00AF731A"/>
    <w:rsid w:val="00AF7F6B"/>
    <w:rsid w:val="00B04FEF"/>
    <w:rsid w:val="00B05E81"/>
    <w:rsid w:val="00B06A4A"/>
    <w:rsid w:val="00B10FF9"/>
    <w:rsid w:val="00B12A72"/>
    <w:rsid w:val="00B14952"/>
    <w:rsid w:val="00B1678F"/>
    <w:rsid w:val="00B22151"/>
    <w:rsid w:val="00B23D75"/>
    <w:rsid w:val="00B24A62"/>
    <w:rsid w:val="00B261B9"/>
    <w:rsid w:val="00B275FD"/>
    <w:rsid w:val="00B30099"/>
    <w:rsid w:val="00B30739"/>
    <w:rsid w:val="00B30D5D"/>
    <w:rsid w:val="00B30DB7"/>
    <w:rsid w:val="00B32BA6"/>
    <w:rsid w:val="00B3558C"/>
    <w:rsid w:val="00B358F4"/>
    <w:rsid w:val="00B432F8"/>
    <w:rsid w:val="00B43C76"/>
    <w:rsid w:val="00B460AA"/>
    <w:rsid w:val="00B4647F"/>
    <w:rsid w:val="00B5063A"/>
    <w:rsid w:val="00B51ACA"/>
    <w:rsid w:val="00B5221C"/>
    <w:rsid w:val="00B5352C"/>
    <w:rsid w:val="00B54881"/>
    <w:rsid w:val="00B60496"/>
    <w:rsid w:val="00B607EC"/>
    <w:rsid w:val="00B63F8A"/>
    <w:rsid w:val="00B64E1D"/>
    <w:rsid w:val="00B65FD4"/>
    <w:rsid w:val="00B710ED"/>
    <w:rsid w:val="00B71C58"/>
    <w:rsid w:val="00B80121"/>
    <w:rsid w:val="00B80BD7"/>
    <w:rsid w:val="00B810F4"/>
    <w:rsid w:val="00B814AF"/>
    <w:rsid w:val="00B816C2"/>
    <w:rsid w:val="00B87E0C"/>
    <w:rsid w:val="00B90103"/>
    <w:rsid w:val="00B90B50"/>
    <w:rsid w:val="00B918AD"/>
    <w:rsid w:val="00B9357B"/>
    <w:rsid w:val="00B94C68"/>
    <w:rsid w:val="00B95F83"/>
    <w:rsid w:val="00B96E94"/>
    <w:rsid w:val="00BA15E0"/>
    <w:rsid w:val="00BA2083"/>
    <w:rsid w:val="00BA39A0"/>
    <w:rsid w:val="00BA492A"/>
    <w:rsid w:val="00BA4F3C"/>
    <w:rsid w:val="00BA6B28"/>
    <w:rsid w:val="00BA78CA"/>
    <w:rsid w:val="00BB12FC"/>
    <w:rsid w:val="00BB20F5"/>
    <w:rsid w:val="00BB30F1"/>
    <w:rsid w:val="00BB3490"/>
    <w:rsid w:val="00BB3A8B"/>
    <w:rsid w:val="00BB4028"/>
    <w:rsid w:val="00BB523A"/>
    <w:rsid w:val="00BB6219"/>
    <w:rsid w:val="00BB71EB"/>
    <w:rsid w:val="00BB7EBD"/>
    <w:rsid w:val="00BB7F7B"/>
    <w:rsid w:val="00BC0075"/>
    <w:rsid w:val="00BC29D8"/>
    <w:rsid w:val="00BC6E15"/>
    <w:rsid w:val="00BC7272"/>
    <w:rsid w:val="00BC7439"/>
    <w:rsid w:val="00BD0B0A"/>
    <w:rsid w:val="00BD3F79"/>
    <w:rsid w:val="00BD4D0F"/>
    <w:rsid w:val="00BD5232"/>
    <w:rsid w:val="00BE22C0"/>
    <w:rsid w:val="00BE313D"/>
    <w:rsid w:val="00BE5136"/>
    <w:rsid w:val="00BE602F"/>
    <w:rsid w:val="00BE62DC"/>
    <w:rsid w:val="00BE6381"/>
    <w:rsid w:val="00BF5206"/>
    <w:rsid w:val="00BF7B0C"/>
    <w:rsid w:val="00BF7ED8"/>
    <w:rsid w:val="00C0036B"/>
    <w:rsid w:val="00C00E68"/>
    <w:rsid w:val="00C02DB5"/>
    <w:rsid w:val="00C04601"/>
    <w:rsid w:val="00C07618"/>
    <w:rsid w:val="00C11122"/>
    <w:rsid w:val="00C11393"/>
    <w:rsid w:val="00C12104"/>
    <w:rsid w:val="00C13126"/>
    <w:rsid w:val="00C1486B"/>
    <w:rsid w:val="00C156D9"/>
    <w:rsid w:val="00C16A3C"/>
    <w:rsid w:val="00C17112"/>
    <w:rsid w:val="00C21A86"/>
    <w:rsid w:val="00C27427"/>
    <w:rsid w:val="00C31405"/>
    <w:rsid w:val="00C314F9"/>
    <w:rsid w:val="00C348AB"/>
    <w:rsid w:val="00C34ECF"/>
    <w:rsid w:val="00C3624F"/>
    <w:rsid w:val="00C37988"/>
    <w:rsid w:val="00C44D16"/>
    <w:rsid w:val="00C45019"/>
    <w:rsid w:val="00C4690F"/>
    <w:rsid w:val="00C46D22"/>
    <w:rsid w:val="00C47344"/>
    <w:rsid w:val="00C47797"/>
    <w:rsid w:val="00C51E26"/>
    <w:rsid w:val="00C520A1"/>
    <w:rsid w:val="00C53125"/>
    <w:rsid w:val="00C53135"/>
    <w:rsid w:val="00C536E6"/>
    <w:rsid w:val="00C54A05"/>
    <w:rsid w:val="00C564D2"/>
    <w:rsid w:val="00C61BB7"/>
    <w:rsid w:val="00C62499"/>
    <w:rsid w:val="00C6284E"/>
    <w:rsid w:val="00C62D7D"/>
    <w:rsid w:val="00C654E1"/>
    <w:rsid w:val="00C65616"/>
    <w:rsid w:val="00C664D0"/>
    <w:rsid w:val="00C66C7A"/>
    <w:rsid w:val="00C67D94"/>
    <w:rsid w:val="00C70A05"/>
    <w:rsid w:val="00C70AFC"/>
    <w:rsid w:val="00C72AE6"/>
    <w:rsid w:val="00C734FB"/>
    <w:rsid w:val="00C7362E"/>
    <w:rsid w:val="00C758D6"/>
    <w:rsid w:val="00C813EC"/>
    <w:rsid w:val="00C819CB"/>
    <w:rsid w:val="00C82D02"/>
    <w:rsid w:val="00C83770"/>
    <w:rsid w:val="00C83836"/>
    <w:rsid w:val="00C903B3"/>
    <w:rsid w:val="00C93101"/>
    <w:rsid w:val="00C93496"/>
    <w:rsid w:val="00C954DF"/>
    <w:rsid w:val="00C95CF3"/>
    <w:rsid w:val="00C96F7C"/>
    <w:rsid w:val="00C97FF7"/>
    <w:rsid w:val="00CA040F"/>
    <w:rsid w:val="00CA0D55"/>
    <w:rsid w:val="00CA0E23"/>
    <w:rsid w:val="00CA1240"/>
    <w:rsid w:val="00CA35D4"/>
    <w:rsid w:val="00CA4BA8"/>
    <w:rsid w:val="00CA59E5"/>
    <w:rsid w:val="00CA6674"/>
    <w:rsid w:val="00CA7D59"/>
    <w:rsid w:val="00CB0699"/>
    <w:rsid w:val="00CB1C48"/>
    <w:rsid w:val="00CB1CA0"/>
    <w:rsid w:val="00CB2BE0"/>
    <w:rsid w:val="00CB566B"/>
    <w:rsid w:val="00CC0A7D"/>
    <w:rsid w:val="00CC244C"/>
    <w:rsid w:val="00CC2505"/>
    <w:rsid w:val="00CC41AE"/>
    <w:rsid w:val="00CC46AD"/>
    <w:rsid w:val="00CC598E"/>
    <w:rsid w:val="00CC6631"/>
    <w:rsid w:val="00CD03D4"/>
    <w:rsid w:val="00CD0879"/>
    <w:rsid w:val="00CD09D7"/>
    <w:rsid w:val="00CD24FD"/>
    <w:rsid w:val="00CD2CF8"/>
    <w:rsid w:val="00CD3FA2"/>
    <w:rsid w:val="00CD67D6"/>
    <w:rsid w:val="00CD7CBA"/>
    <w:rsid w:val="00CE090E"/>
    <w:rsid w:val="00CE0934"/>
    <w:rsid w:val="00CE22B5"/>
    <w:rsid w:val="00CE3B63"/>
    <w:rsid w:val="00CE6B6C"/>
    <w:rsid w:val="00CF11A5"/>
    <w:rsid w:val="00CF1B95"/>
    <w:rsid w:val="00CF2197"/>
    <w:rsid w:val="00CF3D1A"/>
    <w:rsid w:val="00CF3FC0"/>
    <w:rsid w:val="00CF5460"/>
    <w:rsid w:val="00CF7EA1"/>
    <w:rsid w:val="00D0007D"/>
    <w:rsid w:val="00D038EE"/>
    <w:rsid w:val="00D0502B"/>
    <w:rsid w:val="00D0672B"/>
    <w:rsid w:val="00D067F6"/>
    <w:rsid w:val="00D07B81"/>
    <w:rsid w:val="00D121C2"/>
    <w:rsid w:val="00D133C3"/>
    <w:rsid w:val="00D13D1E"/>
    <w:rsid w:val="00D13D34"/>
    <w:rsid w:val="00D14126"/>
    <w:rsid w:val="00D148AC"/>
    <w:rsid w:val="00D1688F"/>
    <w:rsid w:val="00D20540"/>
    <w:rsid w:val="00D23D39"/>
    <w:rsid w:val="00D24B2B"/>
    <w:rsid w:val="00D2527F"/>
    <w:rsid w:val="00D3047C"/>
    <w:rsid w:val="00D32AD8"/>
    <w:rsid w:val="00D331FE"/>
    <w:rsid w:val="00D35579"/>
    <w:rsid w:val="00D367AD"/>
    <w:rsid w:val="00D40DDC"/>
    <w:rsid w:val="00D43308"/>
    <w:rsid w:val="00D43A78"/>
    <w:rsid w:val="00D44311"/>
    <w:rsid w:val="00D45197"/>
    <w:rsid w:val="00D456C3"/>
    <w:rsid w:val="00D45876"/>
    <w:rsid w:val="00D5009D"/>
    <w:rsid w:val="00D5066F"/>
    <w:rsid w:val="00D50A6B"/>
    <w:rsid w:val="00D517F3"/>
    <w:rsid w:val="00D51BE2"/>
    <w:rsid w:val="00D536C3"/>
    <w:rsid w:val="00D53D13"/>
    <w:rsid w:val="00D5666F"/>
    <w:rsid w:val="00D57682"/>
    <w:rsid w:val="00D66940"/>
    <w:rsid w:val="00D6782C"/>
    <w:rsid w:val="00D703DA"/>
    <w:rsid w:val="00D7056D"/>
    <w:rsid w:val="00D71A9C"/>
    <w:rsid w:val="00D72042"/>
    <w:rsid w:val="00D7551B"/>
    <w:rsid w:val="00D757A8"/>
    <w:rsid w:val="00D76D71"/>
    <w:rsid w:val="00D8171C"/>
    <w:rsid w:val="00D82CBA"/>
    <w:rsid w:val="00D86130"/>
    <w:rsid w:val="00D8677E"/>
    <w:rsid w:val="00D87023"/>
    <w:rsid w:val="00D87B2C"/>
    <w:rsid w:val="00D911BC"/>
    <w:rsid w:val="00D95342"/>
    <w:rsid w:val="00DA19EB"/>
    <w:rsid w:val="00DA24DD"/>
    <w:rsid w:val="00DA25AA"/>
    <w:rsid w:val="00DA3576"/>
    <w:rsid w:val="00DA6740"/>
    <w:rsid w:val="00DB1DC5"/>
    <w:rsid w:val="00DB235A"/>
    <w:rsid w:val="00DB47BD"/>
    <w:rsid w:val="00DB791B"/>
    <w:rsid w:val="00DC0C6B"/>
    <w:rsid w:val="00DC0F8B"/>
    <w:rsid w:val="00DC23F9"/>
    <w:rsid w:val="00DC475A"/>
    <w:rsid w:val="00DC5B89"/>
    <w:rsid w:val="00DC6B08"/>
    <w:rsid w:val="00DD168F"/>
    <w:rsid w:val="00DD2BBB"/>
    <w:rsid w:val="00DD3BA0"/>
    <w:rsid w:val="00DD4804"/>
    <w:rsid w:val="00DD753D"/>
    <w:rsid w:val="00DD7DFB"/>
    <w:rsid w:val="00DE035C"/>
    <w:rsid w:val="00DE4DA3"/>
    <w:rsid w:val="00DE6203"/>
    <w:rsid w:val="00DE6DF2"/>
    <w:rsid w:val="00DF074A"/>
    <w:rsid w:val="00DF0C48"/>
    <w:rsid w:val="00DF3C60"/>
    <w:rsid w:val="00DF3E37"/>
    <w:rsid w:val="00DF6682"/>
    <w:rsid w:val="00E017BA"/>
    <w:rsid w:val="00E0554B"/>
    <w:rsid w:val="00E05ABB"/>
    <w:rsid w:val="00E0689A"/>
    <w:rsid w:val="00E11058"/>
    <w:rsid w:val="00E111E1"/>
    <w:rsid w:val="00E11B65"/>
    <w:rsid w:val="00E1243D"/>
    <w:rsid w:val="00E1742E"/>
    <w:rsid w:val="00E174C0"/>
    <w:rsid w:val="00E1794E"/>
    <w:rsid w:val="00E202B2"/>
    <w:rsid w:val="00E206A4"/>
    <w:rsid w:val="00E21DF8"/>
    <w:rsid w:val="00E22707"/>
    <w:rsid w:val="00E235C0"/>
    <w:rsid w:val="00E23866"/>
    <w:rsid w:val="00E253A3"/>
    <w:rsid w:val="00E26589"/>
    <w:rsid w:val="00E279F8"/>
    <w:rsid w:val="00E31911"/>
    <w:rsid w:val="00E329AF"/>
    <w:rsid w:val="00E33451"/>
    <w:rsid w:val="00E33A67"/>
    <w:rsid w:val="00E34597"/>
    <w:rsid w:val="00E34F9D"/>
    <w:rsid w:val="00E366FC"/>
    <w:rsid w:val="00E36C13"/>
    <w:rsid w:val="00E36FE6"/>
    <w:rsid w:val="00E41408"/>
    <w:rsid w:val="00E4506D"/>
    <w:rsid w:val="00E45D71"/>
    <w:rsid w:val="00E46C68"/>
    <w:rsid w:val="00E516D9"/>
    <w:rsid w:val="00E52DB4"/>
    <w:rsid w:val="00E536CE"/>
    <w:rsid w:val="00E548ED"/>
    <w:rsid w:val="00E5505A"/>
    <w:rsid w:val="00E568A4"/>
    <w:rsid w:val="00E60751"/>
    <w:rsid w:val="00E62F0E"/>
    <w:rsid w:val="00E645B9"/>
    <w:rsid w:val="00E66BE4"/>
    <w:rsid w:val="00E66EFF"/>
    <w:rsid w:val="00E70E9B"/>
    <w:rsid w:val="00E71000"/>
    <w:rsid w:val="00E71E3A"/>
    <w:rsid w:val="00E740AC"/>
    <w:rsid w:val="00E7557B"/>
    <w:rsid w:val="00E756BC"/>
    <w:rsid w:val="00E75863"/>
    <w:rsid w:val="00E766B9"/>
    <w:rsid w:val="00E77723"/>
    <w:rsid w:val="00E80E66"/>
    <w:rsid w:val="00E83257"/>
    <w:rsid w:val="00E83A45"/>
    <w:rsid w:val="00E84194"/>
    <w:rsid w:val="00E851C9"/>
    <w:rsid w:val="00E851E2"/>
    <w:rsid w:val="00E87F5F"/>
    <w:rsid w:val="00E9023F"/>
    <w:rsid w:val="00E90F05"/>
    <w:rsid w:val="00E91F0A"/>
    <w:rsid w:val="00E92B2F"/>
    <w:rsid w:val="00E93C94"/>
    <w:rsid w:val="00E94FF4"/>
    <w:rsid w:val="00E951A6"/>
    <w:rsid w:val="00E95874"/>
    <w:rsid w:val="00E95F54"/>
    <w:rsid w:val="00E95FF4"/>
    <w:rsid w:val="00EA2512"/>
    <w:rsid w:val="00EA3EBB"/>
    <w:rsid w:val="00EA66C1"/>
    <w:rsid w:val="00EA772E"/>
    <w:rsid w:val="00EB1999"/>
    <w:rsid w:val="00EB3568"/>
    <w:rsid w:val="00EB5D5C"/>
    <w:rsid w:val="00EB609D"/>
    <w:rsid w:val="00EB77DC"/>
    <w:rsid w:val="00EB7C19"/>
    <w:rsid w:val="00EC07D7"/>
    <w:rsid w:val="00EC0C07"/>
    <w:rsid w:val="00EC1296"/>
    <w:rsid w:val="00EC2815"/>
    <w:rsid w:val="00EC2F22"/>
    <w:rsid w:val="00EC3167"/>
    <w:rsid w:val="00EC395D"/>
    <w:rsid w:val="00EC3B9E"/>
    <w:rsid w:val="00EC5342"/>
    <w:rsid w:val="00EC67DE"/>
    <w:rsid w:val="00EC6B0A"/>
    <w:rsid w:val="00ED026B"/>
    <w:rsid w:val="00ED0939"/>
    <w:rsid w:val="00ED299B"/>
    <w:rsid w:val="00ED4EC6"/>
    <w:rsid w:val="00ED56CB"/>
    <w:rsid w:val="00ED57CB"/>
    <w:rsid w:val="00ED6803"/>
    <w:rsid w:val="00ED7D4D"/>
    <w:rsid w:val="00EE1A2C"/>
    <w:rsid w:val="00EE28FA"/>
    <w:rsid w:val="00EE691A"/>
    <w:rsid w:val="00EE6AE3"/>
    <w:rsid w:val="00EE6D57"/>
    <w:rsid w:val="00EE7021"/>
    <w:rsid w:val="00EF0AF8"/>
    <w:rsid w:val="00EF3C27"/>
    <w:rsid w:val="00EF5022"/>
    <w:rsid w:val="00EF591C"/>
    <w:rsid w:val="00EF724F"/>
    <w:rsid w:val="00EF74BF"/>
    <w:rsid w:val="00F007AB"/>
    <w:rsid w:val="00F009EB"/>
    <w:rsid w:val="00F01480"/>
    <w:rsid w:val="00F016A6"/>
    <w:rsid w:val="00F01708"/>
    <w:rsid w:val="00F025FE"/>
    <w:rsid w:val="00F02E68"/>
    <w:rsid w:val="00F04303"/>
    <w:rsid w:val="00F06789"/>
    <w:rsid w:val="00F10E2D"/>
    <w:rsid w:val="00F10E76"/>
    <w:rsid w:val="00F12EEA"/>
    <w:rsid w:val="00F1411A"/>
    <w:rsid w:val="00F21DE1"/>
    <w:rsid w:val="00F26333"/>
    <w:rsid w:val="00F26453"/>
    <w:rsid w:val="00F27067"/>
    <w:rsid w:val="00F303EA"/>
    <w:rsid w:val="00F313E3"/>
    <w:rsid w:val="00F31526"/>
    <w:rsid w:val="00F32CDF"/>
    <w:rsid w:val="00F35191"/>
    <w:rsid w:val="00F35873"/>
    <w:rsid w:val="00F35BF8"/>
    <w:rsid w:val="00F369FC"/>
    <w:rsid w:val="00F40938"/>
    <w:rsid w:val="00F40949"/>
    <w:rsid w:val="00F40F92"/>
    <w:rsid w:val="00F411C3"/>
    <w:rsid w:val="00F457FC"/>
    <w:rsid w:val="00F4667C"/>
    <w:rsid w:val="00F46B64"/>
    <w:rsid w:val="00F46BA1"/>
    <w:rsid w:val="00F47C1F"/>
    <w:rsid w:val="00F502CB"/>
    <w:rsid w:val="00F50F62"/>
    <w:rsid w:val="00F51D2E"/>
    <w:rsid w:val="00F532F1"/>
    <w:rsid w:val="00F539FB"/>
    <w:rsid w:val="00F558E7"/>
    <w:rsid w:val="00F619F2"/>
    <w:rsid w:val="00F62BD2"/>
    <w:rsid w:val="00F70747"/>
    <w:rsid w:val="00F708B8"/>
    <w:rsid w:val="00F70CD0"/>
    <w:rsid w:val="00F71EC5"/>
    <w:rsid w:val="00F723F2"/>
    <w:rsid w:val="00F738DF"/>
    <w:rsid w:val="00F73F42"/>
    <w:rsid w:val="00F74031"/>
    <w:rsid w:val="00F742B2"/>
    <w:rsid w:val="00F76999"/>
    <w:rsid w:val="00F80EFF"/>
    <w:rsid w:val="00F810C3"/>
    <w:rsid w:val="00F816D6"/>
    <w:rsid w:val="00F82215"/>
    <w:rsid w:val="00F83792"/>
    <w:rsid w:val="00F83D49"/>
    <w:rsid w:val="00F841BE"/>
    <w:rsid w:val="00F85351"/>
    <w:rsid w:val="00F86F21"/>
    <w:rsid w:val="00F91AE1"/>
    <w:rsid w:val="00F9208F"/>
    <w:rsid w:val="00F92521"/>
    <w:rsid w:val="00F92FDE"/>
    <w:rsid w:val="00F93634"/>
    <w:rsid w:val="00F93D74"/>
    <w:rsid w:val="00F93D81"/>
    <w:rsid w:val="00F9669B"/>
    <w:rsid w:val="00F970BC"/>
    <w:rsid w:val="00FA0437"/>
    <w:rsid w:val="00FA0BBC"/>
    <w:rsid w:val="00FA196A"/>
    <w:rsid w:val="00FA1AB4"/>
    <w:rsid w:val="00FA3130"/>
    <w:rsid w:val="00FA31E3"/>
    <w:rsid w:val="00FA49C1"/>
    <w:rsid w:val="00FA4FAC"/>
    <w:rsid w:val="00FA551B"/>
    <w:rsid w:val="00FB1444"/>
    <w:rsid w:val="00FB1A9F"/>
    <w:rsid w:val="00FB1ABC"/>
    <w:rsid w:val="00FB1C58"/>
    <w:rsid w:val="00FB1D0E"/>
    <w:rsid w:val="00FB2E69"/>
    <w:rsid w:val="00FB4D3F"/>
    <w:rsid w:val="00FB5CC8"/>
    <w:rsid w:val="00FB6310"/>
    <w:rsid w:val="00FB763A"/>
    <w:rsid w:val="00FB7DBE"/>
    <w:rsid w:val="00FC2220"/>
    <w:rsid w:val="00FC24D3"/>
    <w:rsid w:val="00FC572E"/>
    <w:rsid w:val="00FC5A53"/>
    <w:rsid w:val="00FC78E6"/>
    <w:rsid w:val="00FC7CB4"/>
    <w:rsid w:val="00FD3B12"/>
    <w:rsid w:val="00FD56EA"/>
    <w:rsid w:val="00FD5F8D"/>
    <w:rsid w:val="00FD6BB8"/>
    <w:rsid w:val="00FD7FE9"/>
    <w:rsid w:val="00FE0842"/>
    <w:rsid w:val="00FE1B5A"/>
    <w:rsid w:val="00FE1C40"/>
    <w:rsid w:val="00FE4313"/>
    <w:rsid w:val="00FE4523"/>
    <w:rsid w:val="00FE4761"/>
    <w:rsid w:val="00FE4EB3"/>
    <w:rsid w:val="00FE61FA"/>
    <w:rsid w:val="00FE6465"/>
    <w:rsid w:val="00FE697F"/>
    <w:rsid w:val="00FE6F9F"/>
    <w:rsid w:val="00FE7213"/>
    <w:rsid w:val="00FE785C"/>
    <w:rsid w:val="00FF0C03"/>
    <w:rsid w:val="00FF228C"/>
    <w:rsid w:val="00FF3393"/>
    <w:rsid w:val="00FF356B"/>
    <w:rsid w:val="00FF4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BC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4BCA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4BCA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24BCA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24BCA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24BCA"/>
    <w:rPr>
      <w:rFonts w:ascii="Times New Roman" w:hAnsi="Times New Roman" w:cs="Times New Roman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24BCA"/>
    <w:rPr>
      <w:rFonts w:ascii="Times New Roman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524BC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24BCA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24BCA"/>
  </w:style>
  <w:style w:type="paragraph" w:customStyle="1" w:styleId="1">
    <w:name w:val="Обычный1"/>
    <w:uiPriority w:val="99"/>
    <w:rsid w:val="00524BCA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24B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24BCA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24BC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24BCA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Normal"/>
    <w:uiPriority w:val="99"/>
    <w:rsid w:val="00524BCA"/>
    <w:pPr>
      <w:spacing w:before="120"/>
      <w:ind w:firstLine="567"/>
      <w:jc w:val="both"/>
    </w:pPr>
    <w:rPr>
      <w:rFonts w:ascii="TimesDL" w:hAnsi="TimesDL" w:cs="TimesDL"/>
      <w:lang w:eastAsia="ru-RU"/>
    </w:rPr>
  </w:style>
  <w:style w:type="paragraph" w:customStyle="1" w:styleId="11">
    <w:name w:val="Обычный11"/>
    <w:uiPriority w:val="99"/>
    <w:rsid w:val="00524BCA"/>
    <w:rPr>
      <w:rFonts w:ascii="Times New Roman" w:eastAsia="Times New Roman" w:hAnsi="Times New Roman"/>
      <w:sz w:val="24"/>
      <w:szCs w:val="24"/>
    </w:rPr>
  </w:style>
  <w:style w:type="table" w:customStyle="1" w:styleId="10">
    <w:name w:val="Сетка таблицы1"/>
    <w:uiPriority w:val="99"/>
    <w:rsid w:val="00524BCA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524BC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83BD2"/>
    <w:pPr>
      <w:ind w:left="720"/>
    </w:pPr>
  </w:style>
  <w:style w:type="table" w:customStyle="1" w:styleId="2">
    <w:name w:val="Сетка таблицы2"/>
    <w:uiPriority w:val="99"/>
    <w:rsid w:val="00D7551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16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19</Pages>
  <Words>2708</Words>
  <Characters>15441</Characters>
  <Application>Microsoft Office Outlook</Application>
  <DocSecurity>0</DocSecurity>
  <Lines>0</Lines>
  <Paragraphs>0</Paragraphs>
  <ScaleCrop>false</ScaleCrop>
  <Company>Tycoon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Rumshina-MN</dc:creator>
  <cp:keywords/>
  <dc:description/>
  <cp:lastModifiedBy>Vechaslav</cp:lastModifiedBy>
  <cp:revision>3</cp:revision>
  <cp:lastPrinted>2015-12-03T03:11:00Z</cp:lastPrinted>
  <dcterms:created xsi:type="dcterms:W3CDTF">2016-03-17T01:48:00Z</dcterms:created>
  <dcterms:modified xsi:type="dcterms:W3CDTF">2016-03-17T01:49:00Z</dcterms:modified>
</cp:coreProperties>
</file>